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1F05" w:rsidRPr="009D1F05" w:rsidRDefault="009D1F05" w:rsidP="009D1F05">
      <w:pPr>
        <w:pStyle w:val="a3"/>
        <w:rPr>
          <w:b/>
        </w:rPr>
      </w:pPr>
      <w:r w:rsidRPr="009D1F05">
        <w:rPr>
          <w:b/>
        </w:rPr>
        <w:t xml:space="preserve">Задание: </w:t>
      </w:r>
      <w:bookmarkStart w:id="0" w:name="_GoBack"/>
      <w:bookmarkEnd w:id="0"/>
    </w:p>
    <w:p w:rsidR="009D1F05" w:rsidRDefault="009D1F05" w:rsidP="009D1F05">
      <w:pPr>
        <w:pStyle w:val="a3"/>
      </w:pPr>
      <w:r>
        <w:t xml:space="preserve">Преобразуйте текст из </w:t>
      </w:r>
      <w:proofErr w:type="spellStart"/>
      <w:r>
        <w:t>несплошного</w:t>
      </w:r>
      <w:proofErr w:type="spellEnd"/>
      <w:r>
        <w:t xml:space="preserve"> в сплошной.</w:t>
      </w:r>
    </w:p>
    <w:p w:rsidR="009D1F05" w:rsidRDefault="009D1F05" w:rsidP="009D1F05">
      <w:pPr>
        <w:pStyle w:val="af1"/>
        <w:spacing w:after="240" w:line="240" w:lineRule="auto"/>
        <w:ind w:left="0" w:firstLine="340"/>
        <w:rPr>
          <w:rFonts w:ascii="Times New Roman" w:hAnsi="Times New Roman" w:cs="Times New Roman"/>
          <w:sz w:val="28"/>
          <w:szCs w:val="28"/>
        </w:rPr>
      </w:pPr>
    </w:p>
    <w:p w:rsidR="009D1F05" w:rsidRDefault="009D1F05" w:rsidP="009D1F05">
      <w:pPr>
        <w:pStyle w:val="af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00775" cy="6172200"/>
            <wp:effectExtent l="38100" t="38100" r="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DB34D2" w:rsidRPr="00B02534" w:rsidRDefault="00DB34D2" w:rsidP="008D1620">
      <w:pPr>
        <w:pStyle w:val="1"/>
      </w:pPr>
    </w:p>
    <w:sectPr w:rsidR="00DB34D2" w:rsidRPr="00B02534" w:rsidSect="0055343A">
      <w:headerReference w:type="default" r:id="rId11"/>
      <w:footerReference w:type="default" r:id="rId12"/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FC4" w:rsidRDefault="00140FC4" w:rsidP="00AA1ABA">
      <w:pPr>
        <w:spacing w:after="0" w:line="240" w:lineRule="auto"/>
      </w:pPr>
      <w:r>
        <w:separator/>
      </w:r>
    </w:p>
  </w:endnote>
  <w:endnote w:type="continuationSeparator" w:id="0">
    <w:p w:rsidR="00140FC4" w:rsidRDefault="00140FC4" w:rsidP="00AA1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Pragmatica">
    <w:panose1 w:val="020B0503040502020204"/>
    <w:charset w:val="00"/>
    <w:family w:val="swiss"/>
    <w:notTrueType/>
    <w:pitch w:val="variable"/>
    <w:sig w:usb0="C40006FF" w:usb1="5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423727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404040" w:themeColor="text1" w:themeTint="BF"/>
        <w:sz w:val="24"/>
      </w:rPr>
    </w:sdtEndPr>
    <w:sdtContent>
      <w:p w:rsidR="0055343A" w:rsidRPr="0003005E" w:rsidRDefault="0055343A" w:rsidP="0055343A">
        <w:pPr>
          <w:pStyle w:val="ad"/>
          <w:jc w:val="center"/>
          <w:rPr>
            <w:rFonts w:ascii="Times New Roman" w:hAnsi="Times New Roman" w:cs="Times New Roman"/>
            <w:color w:val="404040" w:themeColor="text1" w:themeTint="BF"/>
            <w:sz w:val="24"/>
          </w:rPr>
        </w:pP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begin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instrText>PAGE   \* MERGEFORMAT</w:instrTex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separate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t>2</w: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FC4" w:rsidRDefault="00140FC4" w:rsidP="00AA1ABA">
      <w:pPr>
        <w:spacing w:after="0" w:line="240" w:lineRule="auto"/>
      </w:pPr>
      <w:r>
        <w:separator/>
      </w:r>
    </w:p>
  </w:footnote>
  <w:footnote w:type="continuationSeparator" w:id="0">
    <w:p w:rsidR="00140FC4" w:rsidRDefault="00140FC4" w:rsidP="00AA1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43A" w:rsidRPr="0003005E" w:rsidRDefault="009D1F05" w:rsidP="009D1F05">
    <w:pPr>
      <w:pStyle w:val="ab"/>
      <w:jc w:val="right"/>
      <w:rPr>
        <w:rFonts w:ascii="Times New Roman" w:hAnsi="Times New Roman" w:cs="Times New Roman"/>
        <w:color w:val="404040" w:themeColor="text1" w:themeTint="BF"/>
        <w:sz w:val="24"/>
        <w:szCs w:val="24"/>
      </w:rPr>
    </w:pPr>
    <w:r w:rsidRPr="009D1F05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Е. Г. </w:t>
    </w:r>
    <w:proofErr w:type="spellStart"/>
    <w:r w:rsidRPr="009D1F05">
      <w:rPr>
        <w:rFonts w:ascii="Times New Roman" w:hAnsi="Times New Roman" w:cs="Times New Roman"/>
        <w:color w:val="404040" w:themeColor="text1" w:themeTint="BF"/>
        <w:sz w:val="24"/>
        <w:szCs w:val="24"/>
      </w:rPr>
      <w:t>Благославская</w:t>
    </w:r>
    <w:proofErr w:type="spellEnd"/>
    <w:r w:rsidRPr="009D1F05">
      <w:rPr>
        <w:rFonts w:ascii="Times New Roman" w:hAnsi="Times New Roman" w:cs="Times New Roman"/>
        <w:color w:val="404040" w:themeColor="text1" w:themeTint="BF"/>
        <w:sz w:val="24"/>
        <w:szCs w:val="24"/>
      </w:rPr>
      <w:t>, О. В. Роговская, И. И. Белоус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ptab w:relativeTo="margin" w:alignment="right" w:leader="none"/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Мультымедыйны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дадатак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да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часопіса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“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Пачатковая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школа” № 0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3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/202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F05"/>
    <w:rsid w:val="0003005E"/>
    <w:rsid w:val="000A2619"/>
    <w:rsid w:val="00101B76"/>
    <w:rsid w:val="00140FC4"/>
    <w:rsid w:val="001D7A3B"/>
    <w:rsid w:val="00240C65"/>
    <w:rsid w:val="00295FE3"/>
    <w:rsid w:val="002D1E2D"/>
    <w:rsid w:val="003A3332"/>
    <w:rsid w:val="004334D6"/>
    <w:rsid w:val="004C3F9F"/>
    <w:rsid w:val="004D70F6"/>
    <w:rsid w:val="0055343A"/>
    <w:rsid w:val="00572542"/>
    <w:rsid w:val="00673AA5"/>
    <w:rsid w:val="00732082"/>
    <w:rsid w:val="007B2EB3"/>
    <w:rsid w:val="007F6D02"/>
    <w:rsid w:val="0085564F"/>
    <w:rsid w:val="008903B3"/>
    <w:rsid w:val="008D1620"/>
    <w:rsid w:val="00904715"/>
    <w:rsid w:val="009D1F05"/>
    <w:rsid w:val="00AA1ABA"/>
    <w:rsid w:val="00B02534"/>
    <w:rsid w:val="00B4276C"/>
    <w:rsid w:val="00C20DE6"/>
    <w:rsid w:val="00C25908"/>
    <w:rsid w:val="00DB34D2"/>
    <w:rsid w:val="00DD023A"/>
    <w:rsid w:val="00DE57A4"/>
    <w:rsid w:val="00EA3EEE"/>
    <w:rsid w:val="00F1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BE06C1"/>
  <w15:chartTrackingRefBased/>
  <w15:docId w15:val="{4AC95542-150E-4BD9-800D-8C5C5DF1B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3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spacing w:after="0" w:line="240" w:lineRule="auto"/>
      <w:ind w:firstLine="340"/>
      <w:jc w:val="both"/>
    </w:pPr>
    <w:rPr>
      <w:rFonts w:ascii="Times New Roman" w:hAnsi="Times New Roman"/>
      <w:sz w:val="28"/>
      <w:szCs w:val="28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after="0" w:line="336" w:lineRule="atLeast"/>
      <w:ind w:firstLine="340"/>
      <w:jc w:val="both"/>
      <w:textAlignment w:val="center"/>
    </w:pPr>
    <w:rPr>
      <w:rFonts w:ascii="Pragmatica" w:hAnsi="Pragmatica" w:cs="Pragmatica"/>
      <w:color w:val="000000"/>
      <w:sz w:val="28"/>
      <w:szCs w:val="28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Заголовок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3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styleId="af8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7;&#1090;&#1072;&#1089;&#1077;&#1083;&#1100;&#1082;&#1086;%20&#1059;&#1083;&#1100;&#1103;&#1085;&#1072;\!!&#1055;&#1064;%20&#1076;&#1080;&#1089;&#1082;\+&#1064;&#1072;&#1073;&#1083;&#1086;&#1085;%20&#1076;&#1083;&#1103;%20&#1044;&#1048;&#1057;&#1050;&#1040;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FFB8FCC-4706-4FF3-9EBC-B50AF009AB85}" type="doc">
      <dgm:prSet loTypeId="urn:microsoft.com/office/officeart/2008/layout/AlternatingHexagons" loCatId="list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DF166FD4-0535-47E2-8A80-058F8088979B}">
      <dgm:prSet phldrT="[Текст]" custT="1"/>
      <dgm:spPr/>
      <dgm:t>
        <a:bodyPr/>
        <a:lstStyle/>
        <a:p>
          <a:pPr algn="ctr">
            <a:lnSpc>
              <a:spcPct val="100000"/>
            </a:lnSpc>
            <a:spcAft>
              <a:spcPts val="0"/>
            </a:spcAft>
          </a:pPr>
          <a:r>
            <a:rPr lang="ru-RU" sz="1200" b="0" i="0" dirty="0">
              <a:latin typeface="Arial" panose="020B0604020202020204" pitchFamily="34" charset="0"/>
              <a:cs typeface="Arial" panose="020B0604020202020204" pitchFamily="34" charset="0"/>
            </a:rPr>
            <a:t>Литера-</a:t>
          </a:r>
          <a:r>
            <a:rPr lang="ru-RU" sz="1200" b="0" i="0" dirty="0" err="1">
              <a:latin typeface="Arial" panose="020B0604020202020204" pitchFamily="34" charset="0"/>
              <a:cs typeface="Arial" panose="020B0604020202020204" pitchFamily="34" charset="0"/>
            </a:rPr>
            <a:t>турная</a:t>
          </a:r>
          <a:endParaRPr lang="ru-RU" sz="1200" b="0" i="0" dirty="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B1E143E6-433B-4CE5-A23E-79917A292097}" type="parTrans" cxnId="{F5B0AFAA-D0C9-40A2-A1EA-D8305371F6A8}">
      <dgm:prSet/>
      <dgm:spPr/>
      <dgm:t>
        <a:bodyPr/>
        <a:lstStyle/>
        <a:p>
          <a:pPr algn="ctr"/>
          <a:endParaRPr lang="ru-RU" sz="1200"/>
        </a:p>
      </dgm:t>
    </dgm:pt>
    <dgm:pt modelId="{ECB6BF5D-A87A-432D-A2C0-5F70D8690D09}" type="sibTrans" cxnId="{F5B0AFAA-D0C9-40A2-A1EA-D8305371F6A8}">
      <dgm:prSet custT="1"/>
      <dgm:spPr/>
      <dgm:t>
        <a:bodyPr/>
        <a:lstStyle/>
        <a:p>
          <a:pPr algn="ctr">
            <a:lnSpc>
              <a:spcPct val="100000"/>
            </a:lnSpc>
            <a:spcAft>
              <a:spcPts val="0"/>
            </a:spcAft>
          </a:pPr>
          <a:endParaRPr lang="ru-RU" sz="12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7316381F-8A05-421B-B864-C975688BC5C7}">
      <dgm:prSet phldrT="[Текст]" phldr="1" custT="1"/>
      <dgm:spPr/>
      <dgm:t>
        <a:bodyPr/>
        <a:lstStyle/>
        <a:p>
          <a:pPr algn="ctr">
            <a:lnSpc>
              <a:spcPct val="100000"/>
            </a:lnSpc>
            <a:spcAft>
              <a:spcPts val="0"/>
            </a:spcAft>
          </a:pPr>
          <a:endParaRPr lang="ru-RU" sz="12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CF1568C8-BEC2-4ED8-84E9-13F455526F80}" type="parTrans" cxnId="{70305650-73C5-4C30-B361-D6FBFDE5D9FC}">
      <dgm:prSet/>
      <dgm:spPr/>
      <dgm:t>
        <a:bodyPr/>
        <a:lstStyle/>
        <a:p>
          <a:pPr algn="ctr"/>
          <a:endParaRPr lang="ru-RU" sz="1200"/>
        </a:p>
      </dgm:t>
    </dgm:pt>
    <dgm:pt modelId="{4091262E-5BD0-4E4B-8BC4-010A4D351BED}" type="sibTrans" cxnId="{70305650-73C5-4C30-B361-D6FBFDE5D9FC}">
      <dgm:prSet/>
      <dgm:spPr/>
      <dgm:t>
        <a:bodyPr/>
        <a:lstStyle/>
        <a:p>
          <a:pPr algn="ctr"/>
          <a:endParaRPr lang="ru-RU" sz="1200"/>
        </a:p>
      </dgm:t>
    </dgm:pt>
    <dgm:pt modelId="{34A85493-383A-484B-8EB7-1044DB2F1F6D}">
      <dgm:prSet phldrT="[Текст]" custT="1"/>
      <dgm:spPr/>
      <dgm:t>
        <a:bodyPr/>
        <a:lstStyle/>
        <a:p>
          <a:pPr algn="ctr">
            <a:lnSpc>
              <a:spcPct val="100000"/>
            </a:lnSpc>
            <a:spcAft>
              <a:spcPts val="0"/>
            </a:spcAft>
          </a:pPr>
          <a:r>
            <a:rPr lang="ru-RU" sz="1200" b="0" dirty="0">
              <a:ln w="3175">
                <a:solidFill>
                  <a:schemeClr val="tx1"/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Пред-</a:t>
          </a:r>
          <a:r>
            <a:rPr lang="ru-RU" sz="1200" b="0" dirty="0" err="1">
              <a:ln w="3175">
                <a:solidFill>
                  <a:schemeClr val="tx1"/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метные</a:t>
          </a:r>
          <a:r>
            <a:rPr lang="ru-RU" sz="1200" b="0" dirty="0">
              <a:ln w="3175">
                <a:solidFill>
                  <a:schemeClr val="tx1"/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</a:t>
          </a:r>
          <a:r>
            <a:rPr lang="ru-RU" sz="1200" b="0" dirty="0" err="1">
              <a:ln w="3175">
                <a:solidFill>
                  <a:schemeClr val="tx1"/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компо-ненты</a:t>
          </a:r>
          <a:r>
            <a:rPr lang="ru-RU" sz="1200" b="0" dirty="0">
              <a:ln w="3175">
                <a:solidFill>
                  <a:schemeClr val="tx1"/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ФГ</a:t>
          </a:r>
        </a:p>
      </dgm:t>
    </dgm:pt>
    <dgm:pt modelId="{B34024FC-8355-41CC-B872-8A82E088CDE0}" type="parTrans" cxnId="{31F0D28B-1785-46CF-8EF7-52E46E46DE60}">
      <dgm:prSet/>
      <dgm:spPr/>
      <dgm:t>
        <a:bodyPr/>
        <a:lstStyle/>
        <a:p>
          <a:pPr algn="ctr"/>
          <a:endParaRPr lang="ru-RU" sz="1200"/>
        </a:p>
      </dgm:t>
    </dgm:pt>
    <dgm:pt modelId="{AE564B8F-FDCF-4BFA-90C5-DD068D78E979}" type="sibTrans" cxnId="{31F0D28B-1785-46CF-8EF7-52E46E46DE60}">
      <dgm:prSet custT="1"/>
      <dgm:spPr/>
      <dgm:t>
        <a:bodyPr/>
        <a:lstStyle/>
        <a:p>
          <a:pPr algn="ctr">
            <a:lnSpc>
              <a:spcPct val="100000"/>
            </a:lnSpc>
            <a:spcAft>
              <a:spcPts val="0"/>
            </a:spcAft>
          </a:pPr>
          <a:endParaRPr lang="ru-RU" sz="12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64696804-FB95-42E2-A28C-864C90CC0BA0}">
      <dgm:prSet phldrT="[Текст]" custT="1"/>
      <dgm:spPr/>
      <dgm:t>
        <a:bodyPr/>
        <a:lstStyle/>
        <a:p>
          <a:pPr algn="ctr">
            <a:lnSpc>
              <a:spcPct val="100000"/>
            </a:lnSpc>
            <a:spcAft>
              <a:spcPts val="0"/>
            </a:spcAft>
          </a:pPr>
          <a:r>
            <a:rPr lang="ru-RU" sz="1200" b="0" dirty="0">
              <a:latin typeface="Arial" panose="020B0604020202020204" pitchFamily="34" charset="0"/>
              <a:cs typeface="Arial" panose="020B0604020202020204" pitchFamily="34" charset="0"/>
            </a:rPr>
            <a:t>Языковая</a:t>
          </a:r>
          <a:r>
            <a:rPr lang="ru-RU" sz="1200" dirty="0">
              <a:latin typeface="Arial" panose="020B0604020202020204" pitchFamily="34" charset="0"/>
              <a:cs typeface="Arial" panose="020B0604020202020204" pitchFamily="34" charset="0"/>
            </a:rPr>
            <a:t> </a:t>
          </a:r>
        </a:p>
      </dgm:t>
    </dgm:pt>
    <dgm:pt modelId="{0D77B632-19E6-475B-8DF5-1289B2A7D3E9}" type="parTrans" cxnId="{BB87B199-A622-401C-9EC8-4D2926379A8E}">
      <dgm:prSet/>
      <dgm:spPr/>
      <dgm:t>
        <a:bodyPr/>
        <a:lstStyle/>
        <a:p>
          <a:pPr algn="ctr"/>
          <a:endParaRPr lang="ru-RU" sz="1200"/>
        </a:p>
      </dgm:t>
    </dgm:pt>
    <dgm:pt modelId="{1B3312D0-41DF-4CBE-86C9-320B5D9B4316}" type="sibTrans" cxnId="{BB87B199-A622-401C-9EC8-4D2926379A8E}">
      <dgm:prSet/>
      <dgm:spPr/>
      <dgm:t>
        <a:bodyPr/>
        <a:lstStyle/>
        <a:p>
          <a:pPr algn="ctr"/>
          <a:endParaRPr lang="ru-RU" sz="1200"/>
        </a:p>
      </dgm:t>
    </dgm:pt>
    <dgm:pt modelId="{53D83408-A2AF-402D-AB4E-411C02BC1057}">
      <dgm:prSet phldrT="[Текст]" custT="1"/>
      <dgm:spPr/>
      <dgm:t>
        <a:bodyPr/>
        <a:lstStyle/>
        <a:p>
          <a:pPr algn="ctr">
            <a:lnSpc>
              <a:spcPct val="100000"/>
            </a:lnSpc>
            <a:spcAft>
              <a:spcPts val="0"/>
            </a:spcAft>
          </a:pPr>
          <a:r>
            <a:rPr lang="ru-RU" sz="1200" dirty="0" err="1">
              <a:latin typeface="Arial" panose="020B0604020202020204" pitchFamily="34" charset="0"/>
              <a:cs typeface="Arial" panose="020B0604020202020204" pitchFamily="34" charset="0"/>
            </a:rPr>
            <a:t>Естест</a:t>
          </a:r>
          <a:r>
            <a:rPr lang="ru-RU" sz="1200" dirty="0">
              <a:latin typeface="Arial" panose="020B0604020202020204" pitchFamily="34" charset="0"/>
              <a:cs typeface="Arial" panose="020B0604020202020204" pitchFamily="34" charset="0"/>
            </a:rPr>
            <a:t>-венно-научная</a:t>
          </a:r>
        </a:p>
      </dgm:t>
    </dgm:pt>
    <dgm:pt modelId="{6FAA2174-1304-4DB7-A499-9035F9D8D853}" type="parTrans" cxnId="{AED091ED-A23A-4A80-BC49-77104282C7CC}">
      <dgm:prSet/>
      <dgm:spPr/>
      <dgm:t>
        <a:bodyPr/>
        <a:lstStyle/>
        <a:p>
          <a:pPr algn="ctr"/>
          <a:endParaRPr lang="ru-RU" sz="1200"/>
        </a:p>
      </dgm:t>
    </dgm:pt>
    <dgm:pt modelId="{76130532-9076-41F1-832A-C668113F0CBB}" type="sibTrans" cxnId="{AED091ED-A23A-4A80-BC49-77104282C7CC}">
      <dgm:prSet custT="1"/>
      <dgm:spPr/>
      <dgm:t>
        <a:bodyPr/>
        <a:lstStyle/>
        <a:p>
          <a:pPr algn="ctr">
            <a:lnSpc>
              <a:spcPct val="100000"/>
            </a:lnSpc>
            <a:spcAft>
              <a:spcPts val="0"/>
            </a:spcAft>
          </a:pPr>
          <a:r>
            <a:rPr lang="ru-RU" sz="1200" dirty="0">
              <a:latin typeface="Arial" panose="020B0604020202020204" pitchFamily="34" charset="0"/>
              <a:cs typeface="Arial" panose="020B0604020202020204" pitchFamily="34" charset="0"/>
            </a:rPr>
            <a:t>Обще-культур-</a:t>
          </a:r>
          <a:r>
            <a:rPr lang="ru-RU" sz="1200" dirty="0" err="1">
              <a:latin typeface="Arial" panose="020B0604020202020204" pitchFamily="34" charset="0"/>
              <a:cs typeface="Arial" panose="020B0604020202020204" pitchFamily="34" charset="0"/>
            </a:rPr>
            <a:t>ная</a:t>
          </a:r>
          <a:endParaRPr lang="ru-RU" sz="1200" dirty="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A53A7D43-AEE4-4657-8A0D-82B654E1DD34}">
      <dgm:prSet phldrT="[Текст]" custT="1"/>
      <dgm:spPr/>
      <dgm:t>
        <a:bodyPr/>
        <a:lstStyle/>
        <a:p>
          <a:pPr algn="ctr">
            <a:lnSpc>
              <a:spcPct val="100000"/>
            </a:lnSpc>
            <a:spcAft>
              <a:spcPts val="0"/>
            </a:spcAft>
          </a:pPr>
          <a:r>
            <a:rPr lang="ru-RU" sz="1200" dirty="0" err="1">
              <a:latin typeface="Arial" panose="020B0604020202020204" pitchFamily="34" charset="0"/>
              <a:cs typeface="Arial" panose="020B0604020202020204" pitchFamily="34" charset="0"/>
            </a:rPr>
            <a:t>Математи-ческая</a:t>
          </a:r>
          <a:endParaRPr lang="ru-RU" sz="1200" dirty="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A9B83623-D884-4EAA-84AD-530645A74B1B}" type="parTrans" cxnId="{8E603029-C877-4C91-BE62-47A35AC920B4}">
      <dgm:prSet/>
      <dgm:spPr/>
      <dgm:t>
        <a:bodyPr/>
        <a:lstStyle/>
        <a:p>
          <a:pPr algn="ctr"/>
          <a:endParaRPr lang="ru-RU" sz="1200"/>
        </a:p>
      </dgm:t>
    </dgm:pt>
    <dgm:pt modelId="{A1596098-5B54-440E-9816-4DFEABDF43B2}" type="sibTrans" cxnId="{8E603029-C877-4C91-BE62-47A35AC920B4}">
      <dgm:prSet/>
      <dgm:spPr/>
      <dgm:t>
        <a:bodyPr/>
        <a:lstStyle/>
        <a:p>
          <a:pPr algn="ctr"/>
          <a:endParaRPr lang="ru-RU" sz="1200"/>
        </a:p>
      </dgm:t>
    </dgm:pt>
    <dgm:pt modelId="{B6A3974E-D657-4D92-AC14-052EFB35F6F2}">
      <dgm:prSet custT="1"/>
      <dgm:spPr/>
      <dgm:t>
        <a:bodyPr/>
        <a:lstStyle/>
        <a:p>
          <a:pPr algn="ctr">
            <a:lnSpc>
              <a:spcPct val="100000"/>
            </a:lnSpc>
            <a:spcAft>
              <a:spcPts val="0"/>
            </a:spcAft>
          </a:pPr>
          <a:r>
            <a:rPr lang="ru-RU" sz="1090" dirty="0">
              <a:latin typeface="Arial" panose="020B0604020202020204" pitchFamily="34" charset="0"/>
              <a:cs typeface="Arial" panose="020B0604020202020204" pitchFamily="34" charset="0"/>
            </a:rPr>
            <a:t>«Человек и мир»</a:t>
          </a:r>
        </a:p>
      </dgm:t>
    </dgm:pt>
    <dgm:pt modelId="{3E8D6233-FACA-4D82-8B15-A7478BE71829}" type="parTrans" cxnId="{8EF5861D-B90C-4596-BA9B-17A00E2D4304}">
      <dgm:prSet/>
      <dgm:spPr/>
      <dgm:t>
        <a:bodyPr/>
        <a:lstStyle/>
        <a:p>
          <a:pPr algn="ctr"/>
          <a:endParaRPr lang="ru-RU" sz="1200"/>
        </a:p>
      </dgm:t>
    </dgm:pt>
    <dgm:pt modelId="{5DEC5733-D9FF-4195-9D1A-CA5448F7B5F4}" type="sibTrans" cxnId="{8EF5861D-B90C-4596-BA9B-17A00E2D4304}">
      <dgm:prSet custT="1"/>
      <dgm:spPr/>
      <dgm:t>
        <a:bodyPr/>
        <a:lstStyle/>
        <a:p>
          <a:pPr algn="ctr">
            <a:lnSpc>
              <a:spcPct val="100000"/>
            </a:lnSpc>
            <a:spcAft>
              <a:spcPts val="0"/>
            </a:spcAft>
          </a:pPr>
          <a:r>
            <a:rPr lang="ru-RU" sz="1200" dirty="0">
              <a:latin typeface="Arial" panose="020B0604020202020204" pitchFamily="34" charset="0"/>
              <a:cs typeface="Arial" panose="020B0604020202020204" pitchFamily="34" charset="0"/>
            </a:rPr>
            <a:t>Музыка</a:t>
          </a:r>
        </a:p>
      </dgm:t>
    </dgm:pt>
    <dgm:pt modelId="{5BD238FF-8334-4159-917B-90A59B3D3B7B}">
      <dgm:prSet custT="1"/>
      <dgm:spPr/>
      <dgm:t>
        <a:bodyPr/>
        <a:lstStyle/>
        <a:p>
          <a:pPr algn="ctr">
            <a:lnSpc>
              <a:spcPct val="100000"/>
            </a:lnSpc>
            <a:spcAft>
              <a:spcPts val="0"/>
            </a:spcAft>
          </a:pPr>
          <a:r>
            <a:rPr lang="ru-RU" sz="1200" dirty="0">
              <a:latin typeface="Arial" panose="020B0604020202020204" pitchFamily="34" charset="0"/>
              <a:cs typeface="Arial" panose="020B0604020202020204" pitchFamily="34" charset="0"/>
            </a:rPr>
            <a:t>Русская (бело-русская)  литера-тура</a:t>
          </a:r>
        </a:p>
      </dgm:t>
    </dgm:pt>
    <dgm:pt modelId="{7433172E-D738-49DE-9AF6-000DCAF21B14}" type="parTrans" cxnId="{E29250DC-EDEC-4669-ACA2-459AB107095A}">
      <dgm:prSet/>
      <dgm:spPr/>
      <dgm:t>
        <a:bodyPr/>
        <a:lstStyle/>
        <a:p>
          <a:pPr algn="ctr"/>
          <a:endParaRPr lang="ru-RU" sz="1200"/>
        </a:p>
      </dgm:t>
    </dgm:pt>
    <dgm:pt modelId="{1CA384D2-711D-409C-B24D-580E55B246A2}" type="sibTrans" cxnId="{E29250DC-EDEC-4669-ACA2-459AB107095A}">
      <dgm:prSet custT="1"/>
      <dgm:spPr/>
      <dgm:t>
        <a:bodyPr/>
        <a:lstStyle/>
        <a:p>
          <a:pPr algn="ctr">
            <a:lnSpc>
              <a:spcPct val="100000"/>
            </a:lnSpc>
            <a:spcAft>
              <a:spcPts val="0"/>
            </a:spcAft>
          </a:pPr>
          <a:r>
            <a:rPr lang="ru-RU" sz="1150" dirty="0">
              <a:latin typeface="Arial" panose="020B0604020202020204" pitchFamily="34" charset="0"/>
              <a:cs typeface="Arial" panose="020B0604020202020204" pitchFamily="34" charset="0"/>
            </a:rPr>
            <a:t>Изобрази-тельное искусство</a:t>
          </a:r>
        </a:p>
      </dgm:t>
    </dgm:pt>
    <dgm:pt modelId="{9B2716EA-F5A4-4A42-9CA8-52B58A80582D}">
      <dgm:prSet custT="1"/>
      <dgm:spPr/>
      <dgm:t>
        <a:bodyPr/>
        <a:lstStyle/>
        <a:p>
          <a:pPr algn="ctr">
            <a:lnSpc>
              <a:spcPct val="100000"/>
            </a:lnSpc>
            <a:spcAft>
              <a:spcPts val="0"/>
            </a:spcAft>
          </a:pPr>
          <a:r>
            <a:rPr lang="ru-RU" sz="1200" dirty="0">
              <a:latin typeface="Arial" panose="020B0604020202020204" pitchFamily="34" charset="0"/>
              <a:cs typeface="Arial" panose="020B0604020202020204" pitchFamily="34" charset="0"/>
            </a:rPr>
            <a:t>Русский (бело-русский) язык</a:t>
          </a:r>
        </a:p>
      </dgm:t>
    </dgm:pt>
    <dgm:pt modelId="{994215E9-44AC-4F4F-8408-2E95C93A4E10}" type="parTrans" cxnId="{85C2B3E8-D58F-4408-86B7-A389A4A5BBDB}">
      <dgm:prSet/>
      <dgm:spPr/>
      <dgm:t>
        <a:bodyPr/>
        <a:lstStyle/>
        <a:p>
          <a:pPr algn="ctr"/>
          <a:endParaRPr lang="ru-RU" sz="1200"/>
        </a:p>
      </dgm:t>
    </dgm:pt>
    <dgm:pt modelId="{DF795E92-0E82-4E85-8912-9436BC2A88C9}" type="sibTrans" cxnId="{85C2B3E8-D58F-4408-86B7-A389A4A5BBDB}">
      <dgm:prSet custT="1"/>
      <dgm:spPr/>
      <dgm:t>
        <a:bodyPr/>
        <a:lstStyle/>
        <a:p>
          <a:pPr algn="ctr">
            <a:lnSpc>
              <a:spcPct val="100000"/>
            </a:lnSpc>
            <a:spcAft>
              <a:spcPts val="0"/>
            </a:spcAft>
          </a:pPr>
          <a:r>
            <a:rPr lang="ru-RU" sz="1200" dirty="0" err="1">
              <a:latin typeface="Arial" panose="020B0604020202020204" pitchFamily="34" charset="0"/>
              <a:cs typeface="Arial" panose="020B0604020202020204" pitchFamily="34" charset="0"/>
            </a:rPr>
            <a:t>Матема</a:t>
          </a:r>
          <a:r>
            <a:rPr lang="ru-RU" sz="1200" dirty="0">
              <a:latin typeface="Arial" panose="020B0604020202020204" pitchFamily="34" charset="0"/>
              <a:cs typeface="Arial" panose="020B0604020202020204" pitchFamily="34" charset="0"/>
            </a:rPr>
            <a:t>-тика</a:t>
          </a:r>
        </a:p>
      </dgm:t>
    </dgm:pt>
    <dgm:pt modelId="{FA6AE69D-3558-4F62-AAFB-8D4EA431B341}" type="pres">
      <dgm:prSet presAssocID="{EFFB8FCC-4706-4FF3-9EBC-B50AF009AB85}" presName="Name0" presStyleCnt="0">
        <dgm:presLayoutVars>
          <dgm:chMax/>
          <dgm:chPref/>
          <dgm:dir/>
          <dgm:animLvl val="lvl"/>
        </dgm:presLayoutVars>
      </dgm:prSet>
      <dgm:spPr/>
    </dgm:pt>
    <dgm:pt modelId="{C7BFEC8D-79DC-47A2-B064-055BA73FF211}" type="pres">
      <dgm:prSet presAssocID="{DF166FD4-0535-47E2-8A80-058F8088979B}" presName="composite" presStyleCnt="0"/>
      <dgm:spPr/>
    </dgm:pt>
    <dgm:pt modelId="{23C75189-90C5-4893-9449-199E6EF91435}" type="pres">
      <dgm:prSet presAssocID="{DF166FD4-0535-47E2-8A80-058F8088979B}" presName="Parent1" presStyleLbl="node1" presStyleIdx="0" presStyleCnt="12" custLinFactX="-62569" custLinFactNeighborX="-100000" custLinFactNeighborY="82593">
        <dgm:presLayoutVars>
          <dgm:chMax val="1"/>
          <dgm:chPref val="1"/>
          <dgm:bulletEnabled val="1"/>
        </dgm:presLayoutVars>
      </dgm:prSet>
      <dgm:spPr/>
    </dgm:pt>
    <dgm:pt modelId="{E0215F56-2434-44FE-B54B-9CDD96C2AA12}" type="pres">
      <dgm:prSet presAssocID="{DF166FD4-0535-47E2-8A80-058F8088979B}" presName="Childtext1" presStyleLbl="revTx" presStyleIdx="0" presStyleCnt="6" custScaleX="67895" custScaleY="120095" custLinFactX="-100000" custLinFactNeighborX="-159733" custLinFactNeighborY="-5368">
        <dgm:presLayoutVars>
          <dgm:chMax val="0"/>
          <dgm:chPref val="0"/>
          <dgm:bulletEnabled val="1"/>
        </dgm:presLayoutVars>
      </dgm:prSet>
      <dgm:spPr/>
    </dgm:pt>
    <dgm:pt modelId="{F8D96467-24CF-4B60-8DDB-B300F436DA2A}" type="pres">
      <dgm:prSet presAssocID="{DF166FD4-0535-47E2-8A80-058F8088979B}" presName="BalanceSpacing" presStyleCnt="0"/>
      <dgm:spPr/>
    </dgm:pt>
    <dgm:pt modelId="{6BAF19C2-6C5A-4946-AB6D-66E0F01174FA}" type="pres">
      <dgm:prSet presAssocID="{DF166FD4-0535-47E2-8A80-058F8088979B}" presName="BalanceSpacing1" presStyleCnt="0"/>
      <dgm:spPr/>
    </dgm:pt>
    <dgm:pt modelId="{DCF594D0-F68D-4904-A0C8-30779DD2827C}" type="pres">
      <dgm:prSet presAssocID="{ECB6BF5D-A87A-432D-A2C0-5F70D8690D09}" presName="Accent1Text" presStyleLbl="node1" presStyleIdx="1" presStyleCnt="12" custLinFactNeighborX="934"/>
      <dgm:spPr/>
    </dgm:pt>
    <dgm:pt modelId="{F84ACCDC-87C7-48AD-AB8E-15418B0EA384}" type="pres">
      <dgm:prSet presAssocID="{ECB6BF5D-A87A-432D-A2C0-5F70D8690D09}" presName="spaceBetweenRectangles" presStyleCnt="0"/>
      <dgm:spPr/>
    </dgm:pt>
    <dgm:pt modelId="{4EF0F675-2276-4CB6-A8B7-70E676A38BF9}" type="pres">
      <dgm:prSet presAssocID="{34A85493-383A-484B-8EB7-1044DB2F1F6D}" presName="composite" presStyleCnt="0"/>
      <dgm:spPr/>
    </dgm:pt>
    <dgm:pt modelId="{F9474112-B002-49FD-8D0C-302DE0EBF89C}" type="pres">
      <dgm:prSet presAssocID="{34A85493-383A-484B-8EB7-1044DB2F1F6D}" presName="Parent1" presStyleLbl="node1" presStyleIdx="2" presStyleCnt="12" custScaleY="94685">
        <dgm:presLayoutVars>
          <dgm:chMax val="1"/>
          <dgm:chPref val="1"/>
          <dgm:bulletEnabled val="1"/>
        </dgm:presLayoutVars>
      </dgm:prSet>
      <dgm:spPr/>
    </dgm:pt>
    <dgm:pt modelId="{F78645FA-E79E-4882-8D70-15C252EEAD74}" type="pres">
      <dgm:prSet presAssocID="{34A85493-383A-484B-8EB7-1044DB2F1F6D}" presName="Childtext1" presStyleLbl="revTx" presStyleIdx="1" presStyleCnt="6" custScaleX="91297" custScaleY="114533" custLinFactY="-36701" custLinFactNeighborX="51314" custLinFactNeighborY="-100000">
        <dgm:presLayoutVars>
          <dgm:chMax val="0"/>
          <dgm:chPref val="0"/>
          <dgm:bulletEnabled val="1"/>
        </dgm:presLayoutVars>
      </dgm:prSet>
      <dgm:spPr/>
    </dgm:pt>
    <dgm:pt modelId="{7FE6CC93-1D4A-48ED-B12F-E23F147A363D}" type="pres">
      <dgm:prSet presAssocID="{34A85493-383A-484B-8EB7-1044DB2F1F6D}" presName="BalanceSpacing" presStyleCnt="0"/>
      <dgm:spPr/>
    </dgm:pt>
    <dgm:pt modelId="{2420C592-C310-4ECE-B11C-BDAFBD27B372}" type="pres">
      <dgm:prSet presAssocID="{34A85493-383A-484B-8EB7-1044DB2F1F6D}" presName="BalanceSpacing1" presStyleCnt="0"/>
      <dgm:spPr/>
    </dgm:pt>
    <dgm:pt modelId="{04C666FB-68B9-46A5-A181-BE798973BF4A}" type="pres">
      <dgm:prSet presAssocID="{AE564B8F-FDCF-4BFA-90C5-DD068D78E979}" presName="Accent1Text" presStyleLbl="node1" presStyleIdx="3" presStyleCnt="12"/>
      <dgm:spPr/>
    </dgm:pt>
    <dgm:pt modelId="{FF1230BF-DDB8-4CDC-BDDE-87169560C8A6}" type="pres">
      <dgm:prSet presAssocID="{AE564B8F-FDCF-4BFA-90C5-DD068D78E979}" presName="spaceBetweenRectangles" presStyleCnt="0"/>
      <dgm:spPr/>
    </dgm:pt>
    <dgm:pt modelId="{A70F6FEF-9C3A-4C2C-A484-F2A6DCD6612F}" type="pres">
      <dgm:prSet presAssocID="{53D83408-A2AF-402D-AB4E-411C02BC1057}" presName="composite" presStyleCnt="0"/>
      <dgm:spPr/>
    </dgm:pt>
    <dgm:pt modelId="{F461088D-4B1D-44D2-9CC4-7C4FA0767360}" type="pres">
      <dgm:prSet presAssocID="{53D83408-A2AF-402D-AB4E-411C02BC1057}" presName="Parent1" presStyleLbl="node1" presStyleIdx="4" presStyleCnt="12">
        <dgm:presLayoutVars>
          <dgm:chMax val="1"/>
          <dgm:chPref val="1"/>
          <dgm:bulletEnabled val="1"/>
        </dgm:presLayoutVars>
      </dgm:prSet>
      <dgm:spPr/>
    </dgm:pt>
    <dgm:pt modelId="{43A0586E-6AB9-4E11-AA46-7A343A903954}" type="pres">
      <dgm:prSet presAssocID="{53D83408-A2AF-402D-AB4E-411C02BC1057}" presName="Childtext1" presStyleLbl="revTx" presStyleIdx="2" presStyleCnt="6" custScaleX="76197" custLinFactY="-40234" custLinFactNeighborX="-51606" custLinFactNeighborY="-100000">
        <dgm:presLayoutVars>
          <dgm:chMax val="0"/>
          <dgm:chPref val="0"/>
          <dgm:bulletEnabled val="1"/>
        </dgm:presLayoutVars>
      </dgm:prSet>
      <dgm:spPr/>
    </dgm:pt>
    <dgm:pt modelId="{6CB7812F-8EFF-4AE9-A1F6-7EFF792E0A74}" type="pres">
      <dgm:prSet presAssocID="{53D83408-A2AF-402D-AB4E-411C02BC1057}" presName="BalanceSpacing" presStyleCnt="0"/>
      <dgm:spPr/>
    </dgm:pt>
    <dgm:pt modelId="{048C5291-9985-4CAC-9FED-37FA92A37C40}" type="pres">
      <dgm:prSet presAssocID="{53D83408-A2AF-402D-AB4E-411C02BC1057}" presName="BalanceSpacing1" presStyleCnt="0"/>
      <dgm:spPr/>
    </dgm:pt>
    <dgm:pt modelId="{475A66F0-D23B-466E-B439-11105B348CF0}" type="pres">
      <dgm:prSet presAssocID="{76130532-9076-41F1-832A-C668113F0CBB}" presName="Accent1Text" presStyleLbl="node1" presStyleIdx="5" presStyleCnt="12" custLinFactNeighborX="-1189" custLinFactNeighborY="-3684"/>
      <dgm:spPr/>
    </dgm:pt>
    <dgm:pt modelId="{DA8599DE-A44F-4E52-A139-7F43E1C16438}" type="pres">
      <dgm:prSet presAssocID="{76130532-9076-41F1-832A-C668113F0CBB}" presName="spaceBetweenRectangles" presStyleCnt="0"/>
      <dgm:spPr/>
    </dgm:pt>
    <dgm:pt modelId="{3FAE295E-72D4-4C57-92F5-292CE92D8B2A}" type="pres">
      <dgm:prSet presAssocID="{5BD238FF-8334-4159-917B-90A59B3D3B7B}" presName="composite" presStyleCnt="0"/>
      <dgm:spPr/>
    </dgm:pt>
    <dgm:pt modelId="{2C9BF475-F00C-4EDA-AA92-7853179AA05E}" type="pres">
      <dgm:prSet presAssocID="{5BD238FF-8334-4159-917B-90A59B3D3B7B}" presName="Parent1" presStyleLbl="node1" presStyleIdx="6" presStyleCnt="12" custLinFactX="-66567" custLinFactNeighborX="-100000" custLinFactNeighborY="-90763">
        <dgm:presLayoutVars>
          <dgm:chMax val="1"/>
          <dgm:chPref val="1"/>
          <dgm:bulletEnabled val="1"/>
        </dgm:presLayoutVars>
      </dgm:prSet>
      <dgm:spPr/>
    </dgm:pt>
    <dgm:pt modelId="{2134CA18-39EC-46CD-A886-4233971FCC36}" type="pres">
      <dgm:prSet presAssocID="{5BD238FF-8334-4159-917B-90A59B3D3B7B}" presName="Childtext1" presStyleLbl="revTx" presStyleIdx="3" presStyleCnt="6">
        <dgm:presLayoutVars>
          <dgm:chMax val="0"/>
          <dgm:chPref val="0"/>
          <dgm:bulletEnabled val="1"/>
        </dgm:presLayoutVars>
      </dgm:prSet>
      <dgm:spPr/>
    </dgm:pt>
    <dgm:pt modelId="{EC0923B3-4137-4C8F-9B3F-DF2B20E15A36}" type="pres">
      <dgm:prSet presAssocID="{5BD238FF-8334-4159-917B-90A59B3D3B7B}" presName="BalanceSpacing" presStyleCnt="0"/>
      <dgm:spPr/>
    </dgm:pt>
    <dgm:pt modelId="{3BC85FF8-D76D-4CBE-BC75-8C86789AD8D9}" type="pres">
      <dgm:prSet presAssocID="{5BD238FF-8334-4159-917B-90A59B3D3B7B}" presName="BalanceSpacing1" presStyleCnt="0"/>
      <dgm:spPr/>
    </dgm:pt>
    <dgm:pt modelId="{99FA1996-A7FB-4C47-98B9-C5FEFDE6EECD}" type="pres">
      <dgm:prSet presAssocID="{1CA384D2-711D-409C-B24D-580E55B246A2}" presName="Accent1Text" presStyleLbl="node1" presStyleIdx="7" presStyleCnt="12" custLinFactX="-100000" custLinFactNeighborX="-121858" custLinFactNeighborY="-6128"/>
      <dgm:spPr/>
    </dgm:pt>
    <dgm:pt modelId="{C79DB02F-0EC8-4CF0-ABE7-1C7A0D16050E}" type="pres">
      <dgm:prSet presAssocID="{1CA384D2-711D-409C-B24D-580E55B246A2}" presName="spaceBetweenRectangles" presStyleCnt="0"/>
      <dgm:spPr/>
    </dgm:pt>
    <dgm:pt modelId="{DAC679F7-8F76-4E2F-BF70-48B22C987ADE}" type="pres">
      <dgm:prSet presAssocID="{B6A3974E-D657-4D92-AC14-052EFB35F6F2}" presName="composite" presStyleCnt="0"/>
      <dgm:spPr/>
    </dgm:pt>
    <dgm:pt modelId="{C61BA734-ED37-416F-9840-C76DECDFB508}" type="pres">
      <dgm:prSet presAssocID="{B6A3974E-D657-4D92-AC14-052EFB35F6F2}" presName="Parent1" presStyleLbl="node1" presStyleIdx="8" presStyleCnt="12" custLinFactNeighborX="-57545" custLinFactNeighborY="-88556">
        <dgm:presLayoutVars>
          <dgm:chMax val="1"/>
          <dgm:chPref val="1"/>
          <dgm:bulletEnabled val="1"/>
        </dgm:presLayoutVars>
      </dgm:prSet>
      <dgm:spPr/>
    </dgm:pt>
    <dgm:pt modelId="{BE07A133-C0A2-459A-8F23-A6805B6107FA}" type="pres">
      <dgm:prSet presAssocID="{B6A3974E-D657-4D92-AC14-052EFB35F6F2}" presName="Childtext1" presStyleLbl="revTx" presStyleIdx="4" presStyleCnt="6">
        <dgm:presLayoutVars>
          <dgm:chMax val="0"/>
          <dgm:chPref val="0"/>
          <dgm:bulletEnabled val="1"/>
        </dgm:presLayoutVars>
      </dgm:prSet>
      <dgm:spPr/>
    </dgm:pt>
    <dgm:pt modelId="{108AD463-CA94-4ADD-9D1F-E95AF2EEFB6D}" type="pres">
      <dgm:prSet presAssocID="{B6A3974E-D657-4D92-AC14-052EFB35F6F2}" presName="BalanceSpacing" presStyleCnt="0"/>
      <dgm:spPr/>
    </dgm:pt>
    <dgm:pt modelId="{00F5BAA2-F693-4EFB-B3AC-BC8C08F4CE94}" type="pres">
      <dgm:prSet presAssocID="{B6A3974E-D657-4D92-AC14-052EFB35F6F2}" presName="BalanceSpacing1" presStyleCnt="0"/>
      <dgm:spPr/>
    </dgm:pt>
    <dgm:pt modelId="{049043B4-6841-4E34-994B-3457546D8029}" type="pres">
      <dgm:prSet presAssocID="{5DEC5733-D9FF-4195-9D1A-CA5448F7B5F4}" presName="Accent1Text" presStyleLbl="node1" presStyleIdx="9" presStyleCnt="12" custLinFactX="-71569" custLinFactNeighborX="-100000" custLinFactNeighborY="-92715"/>
      <dgm:spPr/>
    </dgm:pt>
    <dgm:pt modelId="{0E51FBA3-0A75-42B9-ABFE-824AB7E3873F}" type="pres">
      <dgm:prSet presAssocID="{5DEC5733-D9FF-4195-9D1A-CA5448F7B5F4}" presName="spaceBetweenRectangles" presStyleCnt="0"/>
      <dgm:spPr/>
    </dgm:pt>
    <dgm:pt modelId="{FD841EC7-9292-423C-9A65-EAFDB6B3F123}" type="pres">
      <dgm:prSet presAssocID="{9B2716EA-F5A4-4A42-9CA8-52B58A80582D}" presName="composite" presStyleCnt="0"/>
      <dgm:spPr/>
    </dgm:pt>
    <dgm:pt modelId="{5FA5CE2D-7E38-4711-AC43-FBCC1CBF61BA}" type="pres">
      <dgm:prSet presAssocID="{9B2716EA-F5A4-4A42-9CA8-52B58A80582D}" presName="Parent1" presStyleLbl="node1" presStyleIdx="10" presStyleCnt="12" custLinFactX="-61012" custLinFactY="-200000" custLinFactNeighborX="-100000" custLinFactNeighborY="-224764">
        <dgm:presLayoutVars>
          <dgm:chMax val="1"/>
          <dgm:chPref val="1"/>
          <dgm:bulletEnabled val="1"/>
        </dgm:presLayoutVars>
      </dgm:prSet>
      <dgm:spPr/>
    </dgm:pt>
    <dgm:pt modelId="{871E0B24-0C7E-4129-A08C-1F86FA6DDCA3}" type="pres">
      <dgm:prSet presAssocID="{9B2716EA-F5A4-4A42-9CA8-52B58A80582D}" presName="Childtext1" presStyleLbl="revTx" presStyleIdx="5" presStyleCnt="6">
        <dgm:presLayoutVars>
          <dgm:chMax val="0"/>
          <dgm:chPref val="0"/>
          <dgm:bulletEnabled val="1"/>
        </dgm:presLayoutVars>
      </dgm:prSet>
      <dgm:spPr/>
    </dgm:pt>
    <dgm:pt modelId="{9C1E4815-4DBD-465C-8DCD-CC4EFCEBC0FE}" type="pres">
      <dgm:prSet presAssocID="{9B2716EA-F5A4-4A42-9CA8-52B58A80582D}" presName="BalanceSpacing" presStyleCnt="0"/>
      <dgm:spPr/>
    </dgm:pt>
    <dgm:pt modelId="{EA12F063-13FF-47A0-B0A1-EB32EEEAF6FE}" type="pres">
      <dgm:prSet presAssocID="{9B2716EA-F5A4-4A42-9CA8-52B58A80582D}" presName="BalanceSpacing1" presStyleCnt="0"/>
      <dgm:spPr/>
    </dgm:pt>
    <dgm:pt modelId="{93C144AB-585C-405D-A82E-0924D7AC14F9}" type="pres">
      <dgm:prSet presAssocID="{DF795E92-0E82-4E85-8912-9436BC2A88C9}" presName="Accent1Text" presStyleLbl="node1" presStyleIdx="11" presStyleCnt="12" custLinFactY="-100000" custLinFactNeighborX="55345" custLinFactNeighborY="-152790"/>
      <dgm:spPr/>
    </dgm:pt>
  </dgm:ptLst>
  <dgm:cxnLst>
    <dgm:cxn modelId="{6FF8370D-E963-469B-8421-94171BF2E647}" type="presOf" srcId="{7316381F-8A05-421B-B864-C975688BC5C7}" destId="{E0215F56-2434-44FE-B54B-9CDD96C2AA12}" srcOrd="0" destOrd="0" presId="urn:microsoft.com/office/officeart/2008/layout/AlternatingHexagons"/>
    <dgm:cxn modelId="{8EF5861D-B90C-4596-BA9B-17A00E2D4304}" srcId="{EFFB8FCC-4706-4FF3-9EBC-B50AF009AB85}" destId="{B6A3974E-D657-4D92-AC14-052EFB35F6F2}" srcOrd="4" destOrd="0" parTransId="{3E8D6233-FACA-4D82-8B15-A7478BE71829}" sibTransId="{5DEC5733-D9FF-4195-9D1A-CA5448F7B5F4}"/>
    <dgm:cxn modelId="{8BD58D1E-C303-43DD-8EC7-00148CFB8183}" type="presOf" srcId="{EFFB8FCC-4706-4FF3-9EBC-B50AF009AB85}" destId="{FA6AE69D-3558-4F62-AAFB-8D4EA431B341}" srcOrd="0" destOrd="0" presId="urn:microsoft.com/office/officeart/2008/layout/AlternatingHexagons"/>
    <dgm:cxn modelId="{A186891F-939D-4DC5-A59A-202C99002A67}" type="presOf" srcId="{5BD238FF-8334-4159-917B-90A59B3D3B7B}" destId="{2C9BF475-F00C-4EDA-AA92-7853179AA05E}" srcOrd="0" destOrd="0" presId="urn:microsoft.com/office/officeart/2008/layout/AlternatingHexagons"/>
    <dgm:cxn modelId="{F3596725-A639-4D92-8585-F36D7903EC2C}" type="presOf" srcId="{B6A3974E-D657-4D92-AC14-052EFB35F6F2}" destId="{C61BA734-ED37-416F-9840-C76DECDFB508}" srcOrd="0" destOrd="0" presId="urn:microsoft.com/office/officeart/2008/layout/AlternatingHexagons"/>
    <dgm:cxn modelId="{8E603029-C877-4C91-BE62-47A35AC920B4}" srcId="{53D83408-A2AF-402D-AB4E-411C02BC1057}" destId="{A53A7D43-AEE4-4657-8A0D-82B654E1DD34}" srcOrd="0" destOrd="0" parTransId="{A9B83623-D884-4EAA-84AD-530645A74B1B}" sibTransId="{A1596098-5B54-440E-9816-4DFEABDF43B2}"/>
    <dgm:cxn modelId="{DE69AB40-E974-4E55-AED2-F55485E76902}" type="presOf" srcId="{1CA384D2-711D-409C-B24D-580E55B246A2}" destId="{99FA1996-A7FB-4C47-98B9-C5FEFDE6EECD}" srcOrd="0" destOrd="0" presId="urn:microsoft.com/office/officeart/2008/layout/AlternatingHexagons"/>
    <dgm:cxn modelId="{70305650-73C5-4C30-B361-D6FBFDE5D9FC}" srcId="{DF166FD4-0535-47E2-8A80-058F8088979B}" destId="{7316381F-8A05-421B-B864-C975688BC5C7}" srcOrd="0" destOrd="0" parTransId="{CF1568C8-BEC2-4ED8-84E9-13F455526F80}" sibTransId="{4091262E-5BD0-4E4B-8BC4-010A4D351BED}"/>
    <dgm:cxn modelId="{D49F1D75-62E2-4218-8190-8772CE59BA50}" type="presOf" srcId="{ECB6BF5D-A87A-432D-A2C0-5F70D8690D09}" destId="{DCF594D0-F68D-4904-A0C8-30779DD2827C}" srcOrd="0" destOrd="0" presId="urn:microsoft.com/office/officeart/2008/layout/AlternatingHexagons"/>
    <dgm:cxn modelId="{0718CF7E-E5A6-4B69-985B-46D8F77769D4}" type="presOf" srcId="{76130532-9076-41F1-832A-C668113F0CBB}" destId="{475A66F0-D23B-466E-B439-11105B348CF0}" srcOrd="0" destOrd="0" presId="urn:microsoft.com/office/officeart/2008/layout/AlternatingHexagons"/>
    <dgm:cxn modelId="{2E6EE985-D10D-4FFD-84F6-F8133888C818}" type="presOf" srcId="{9B2716EA-F5A4-4A42-9CA8-52B58A80582D}" destId="{5FA5CE2D-7E38-4711-AC43-FBCC1CBF61BA}" srcOrd="0" destOrd="0" presId="urn:microsoft.com/office/officeart/2008/layout/AlternatingHexagons"/>
    <dgm:cxn modelId="{31F0D28B-1785-46CF-8EF7-52E46E46DE60}" srcId="{EFFB8FCC-4706-4FF3-9EBC-B50AF009AB85}" destId="{34A85493-383A-484B-8EB7-1044DB2F1F6D}" srcOrd="1" destOrd="0" parTransId="{B34024FC-8355-41CC-B872-8A82E088CDE0}" sibTransId="{AE564B8F-FDCF-4BFA-90C5-DD068D78E979}"/>
    <dgm:cxn modelId="{BB87B199-A622-401C-9EC8-4D2926379A8E}" srcId="{34A85493-383A-484B-8EB7-1044DB2F1F6D}" destId="{64696804-FB95-42E2-A28C-864C90CC0BA0}" srcOrd="0" destOrd="0" parTransId="{0D77B632-19E6-475B-8DF5-1289B2A7D3E9}" sibTransId="{1B3312D0-41DF-4CBE-86C9-320B5D9B4316}"/>
    <dgm:cxn modelId="{8D6AD3A8-B114-4DAE-9B87-6B781B6C539D}" type="presOf" srcId="{5DEC5733-D9FF-4195-9D1A-CA5448F7B5F4}" destId="{049043B4-6841-4E34-994B-3457546D8029}" srcOrd="0" destOrd="0" presId="urn:microsoft.com/office/officeart/2008/layout/AlternatingHexagons"/>
    <dgm:cxn modelId="{F5B0AFAA-D0C9-40A2-A1EA-D8305371F6A8}" srcId="{EFFB8FCC-4706-4FF3-9EBC-B50AF009AB85}" destId="{DF166FD4-0535-47E2-8A80-058F8088979B}" srcOrd="0" destOrd="0" parTransId="{B1E143E6-433B-4CE5-A23E-79917A292097}" sibTransId="{ECB6BF5D-A87A-432D-A2C0-5F70D8690D09}"/>
    <dgm:cxn modelId="{08896DAC-CA85-4BC8-BB10-08103DADC3CB}" type="presOf" srcId="{DF166FD4-0535-47E2-8A80-058F8088979B}" destId="{23C75189-90C5-4893-9449-199E6EF91435}" srcOrd="0" destOrd="0" presId="urn:microsoft.com/office/officeart/2008/layout/AlternatingHexagons"/>
    <dgm:cxn modelId="{B21C88AF-810A-45A7-92A7-A5BC7BBAAD12}" type="presOf" srcId="{34A85493-383A-484B-8EB7-1044DB2F1F6D}" destId="{F9474112-B002-49FD-8D0C-302DE0EBF89C}" srcOrd="0" destOrd="0" presId="urn:microsoft.com/office/officeart/2008/layout/AlternatingHexagons"/>
    <dgm:cxn modelId="{627EEBBE-770E-4247-ACCF-A81179658B27}" type="presOf" srcId="{AE564B8F-FDCF-4BFA-90C5-DD068D78E979}" destId="{04C666FB-68B9-46A5-A181-BE798973BF4A}" srcOrd="0" destOrd="0" presId="urn:microsoft.com/office/officeart/2008/layout/AlternatingHexagons"/>
    <dgm:cxn modelId="{D0C0DEC3-BFC0-4E59-9506-EE0F73F5F325}" type="presOf" srcId="{A53A7D43-AEE4-4657-8A0D-82B654E1DD34}" destId="{43A0586E-6AB9-4E11-AA46-7A343A903954}" srcOrd="0" destOrd="0" presId="urn:microsoft.com/office/officeart/2008/layout/AlternatingHexagons"/>
    <dgm:cxn modelId="{E29250DC-EDEC-4669-ACA2-459AB107095A}" srcId="{EFFB8FCC-4706-4FF3-9EBC-B50AF009AB85}" destId="{5BD238FF-8334-4159-917B-90A59B3D3B7B}" srcOrd="3" destOrd="0" parTransId="{7433172E-D738-49DE-9AF6-000DCAF21B14}" sibTransId="{1CA384D2-711D-409C-B24D-580E55B246A2}"/>
    <dgm:cxn modelId="{1CB6B4E1-A6EE-4FAE-B7E5-83CA31D4DC78}" type="presOf" srcId="{DF795E92-0E82-4E85-8912-9436BC2A88C9}" destId="{93C144AB-585C-405D-A82E-0924D7AC14F9}" srcOrd="0" destOrd="0" presId="urn:microsoft.com/office/officeart/2008/layout/AlternatingHexagons"/>
    <dgm:cxn modelId="{F37405E7-6823-43CB-B91C-8AE39FA387C8}" type="presOf" srcId="{64696804-FB95-42E2-A28C-864C90CC0BA0}" destId="{F78645FA-E79E-4882-8D70-15C252EEAD74}" srcOrd="0" destOrd="0" presId="urn:microsoft.com/office/officeart/2008/layout/AlternatingHexagons"/>
    <dgm:cxn modelId="{85C2B3E8-D58F-4408-86B7-A389A4A5BBDB}" srcId="{EFFB8FCC-4706-4FF3-9EBC-B50AF009AB85}" destId="{9B2716EA-F5A4-4A42-9CA8-52B58A80582D}" srcOrd="5" destOrd="0" parTransId="{994215E9-44AC-4F4F-8408-2E95C93A4E10}" sibTransId="{DF795E92-0E82-4E85-8912-9436BC2A88C9}"/>
    <dgm:cxn modelId="{8BE616E9-ECDB-4873-A9E6-5B4598DC5D0E}" type="presOf" srcId="{53D83408-A2AF-402D-AB4E-411C02BC1057}" destId="{F461088D-4B1D-44D2-9CC4-7C4FA0767360}" srcOrd="0" destOrd="0" presId="urn:microsoft.com/office/officeart/2008/layout/AlternatingHexagons"/>
    <dgm:cxn modelId="{AED091ED-A23A-4A80-BC49-77104282C7CC}" srcId="{EFFB8FCC-4706-4FF3-9EBC-B50AF009AB85}" destId="{53D83408-A2AF-402D-AB4E-411C02BC1057}" srcOrd="2" destOrd="0" parTransId="{6FAA2174-1304-4DB7-A499-9035F9D8D853}" sibTransId="{76130532-9076-41F1-832A-C668113F0CBB}"/>
    <dgm:cxn modelId="{015591DB-613F-44C0-92ED-0C07B25BF34E}" type="presParOf" srcId="{FA6AE69D-3558-4F62-AAFB-8D4EA431B341}" destId="{C7BFEC8D-79DC-47A2-B064-055BA73FF211}" srcOrd="0" destOrd="0" presId="urn:microsoft.com/office/officeart/2008/layout/AlternatingHexagons"/>
    <dgm:cxn modelId="{0C7D52B3-BF68-40C8-8763-9C7F0FBD12F3}" type="presParOf" srcId="{C7BFEC8D-79DC-47A2-B064-055BA73FF211}" destId="{23C75189-90C5-4893-9449-199E6EF91435}" srcOrd="0" destOrd="0" presId="urn:microsoft.com/office/officeart/2008/layout/AlternatingHexagons"/>
    <dgm:cxn modelId="{BC65B316-2D50-4772-B46C-626100DA1E07}" type="presParOf" srcId="{C7BFEC8D-79DC-47A2-B064-055BA73FF211}" destId="{E0215F56-2434-44FE-B54B-9CDD96C2AA12}" srcOrd="1" destOrd="0" presId="urn:microsoft.com/office/officeart/2008/layout/AlternatingHexagons"/>
    <dgm:cxn modelId="{CE9CD1A9-3D0B-4660-95FB-D389A059D10C}" type="presParOf" srcId="{C7BFEC8D-79DC-47A2-B064-055BA73FF211}" destId="{F8D96467-24CF-4B60-8DDB-B300F436DA2A}" srcOrd="2" destOrd="0" presId="urn:microsoft.com/office/officeart/2008/layout/AlternatingHexagons"/>
    <dgm:cxn modelId="{925D515A-6595-4C02-A3D7-F755865315A9}" type="presParOf" srcId="{C7BFEC8D-79DC-47A2-B064-055BA73FF211}" destId="{6BAF19C2-6C5A-4946-AB6D-66E0F01174FA}" srcOrd="3" destOrd="0" presId="urn:microsoft.com/office/officeart/2008/layout/AlternatingHexagons"/>
    <dgm:cxn modelId="{96BEB97E-F2D5-4BF9-A1C0-21EC32A13265}" type="presParOf" srcId="{C7BFEC8D-79DC-47A2-B064-055BA73FF211}" destId="{DCF594D0-F68D-4904-A0C8-30779DD2827C}" srcOrd="4" destOrd="0" presId="urn:microsoft.com/office/officeart/2008/layout/AlternatingHexagons"/>
    <dgm:cxn modelId="{588BB287-2AF7-4396-AEFD-74F261FDA7A7}" type="presParOf" srcId="{FA6AE69D-3558-4F62-AAFB-8D4EA431B341}" destId="{F84ACCDC-87C7-48AD-AB8E-15418B0EA384}" srcOrd="1" destOrd="0" presId="urn:microsoft.com/office/officeart/2008/layout/AlternatingHexagons"/>
    <dgm:cxn modelId="{1CB51702-12F8-4160-AA1F-304A0CEAE5F2}" type="presParOf" srcId="{FA6AE69D-3558-4F62-AAFB-8D4EA431B341}" destId="{4EF0F675-2276-4CB6-A8B7-70E676A38BF9}" srcOrd="2" destOrd="0" presId="urn:microsoft.com/office/officeart/2008/layout/AlternatingHexagons"/>
    <dgm:cxn modelId="{B8F31C68-2F2A-4215-A238-DF59305FD1F4}" type="presParOf" srcId="{4EF0F675-2276-4CB6-A8B7-70E676A38BF9}" destId="{F9474112-B002-49FD-8D0C-302DE0EBF89C}" srcOrd="0" destOrd="0" presId="urn:microsoft.com/office/officeart/2008/layout/AlternatingHexagons"/>
    <dgm:cxn modelId="{47D5714F-93D4-47FE-B83A-4DF667C8A253}" type="presParOf" srcId="{4EF0F675-2276-4CB6-A8B7-70E676A38BF9}" destId="{F78645FA-E79E-4882-8D70-15C252EEAD74}" srcOrd="1" destOrd="0" presId="urn:microsoft.com/office/officeart/2008/layout/AlternatingHexagons"/>
    <dgm:cxn modelId="{2022FADA-132E-446E-BEF8-43CF5AA3A8AF}" type="presParOf" srcId="{4EF0F675-2276-4CB6-A8B7-70E676A38BF9}" destId="{7FE6CC93-1D4A-48ED-B12F-E23F147A363D}" srcOrd="2" destOrd="0" presId="urn:microsoft.com/office/officeart/2008/layout/AlternatingHexagons"/>
    <dgm:cxn modelId="{61B28FDE-F5A0-4E00-9C7B-48D9E27A764B}" type="presParOf" srcId="{4EF0F675-2276-4CB6-A8B7-70E676A38BF9}" destId="{2420C592-C310-4ECE-B11C-BDAFBD27B372}" srcOrd="3" destOrd="0" presId="urn:microsoft.com/office/officeart/2008/layout/AlternatingHexagons"/>
    <dgm:cxn modelId="{2C2E3B42-E5FC-479B-B1E9-949AE2F64511}" type="presParOf" srcId="{4EF0F675-2276-4CB6-A8B7-70E676A38BF9}" destId="{04C666FB-68B9-46A5-A181-BE798973BF4A}" srcOrd="4" destOrd="0" presId="urn:microsoft.com/office/officeart/2008/layout/AlternatingHexagons"/>
    <dgm:cxn modelId="{2C465258-E20E-410E-83C5-9E68C662AF65}" type="presParOf" srcId="{FA6AE69D-3558-4F62-AAFB-8D4EA431B341}" destId="{FF1230BF-DDB8-4CDC-BDDE-87169560C8A6}" srcOrd="3" destOrd="0" presId="urn:microsoft.com/office/officeart/2008/layout/AlternatingHexagons"/>
    <dgm:cxn modelId="{9FB8CA8B-87C0-4310-A08A-B8F7B1209800}" type="presParOf" srcId="{FA6AE69D-3558-4F62-AAFB-8D4EA431B341}" destId="{A70F6FEF-9C3A-4C2C-A484-F2A6DCD6612F}" srcOrd="4" destOrd="0" presId="urn:microsoft.com/office/officeart/2008/layout/AlternatingHexagons"/>
    <dgm:cxn modelId="{7EB1142B-99A6-41E2-B3F8-2787ADF5CB2E}" type="presParOf" srcId="{A70F6FEF-9C3A-4C2C-A484-F2A6DCD6612F}" destId="{F461088D-4B1D-44D2-9CC4-7C4FA0767360}" srcOrd="0" destOrd="0" presId="urn:microsoft.com/office/officeart/2008/layout/AlternatingHexagons"/>
    <dgm:cxn modelId="{23FD5303-D316-470D-A455-5BB94EE0107D}" type="presParOf" srcId="{A70F6FEF-9C3A-4C2C-A484-F2A6DCD6612F}" destId="{43A0586E-6AB9-4E11-AA46-7A343A903954}" srcOrd="1" destOrd="0" presId="urn:microsoft.com/office/officeart/2008/layout/AlternatingHexagons"/>
    <dgm:cxn modelId="{BF5DEC62-335F-434D-8C2C-880C9D0EB53C}" type="presParOf" srcId="{A70F6FEF-9C3A-4C2C-A484-F2A6DCD6612F}" destId="{6CB7812F-8EFF-4AE9-A1F6-7EFF792E0A74}" srcOrd="2" destOrd="0" presId="urn:microsoft.com/office/officeart/2008/layout/AlternatingHexagons"/>
    <dgm:cxn modelId="{7E6BC4CD-94D5-43AF-AA81-269A2512A4C2}" type="presParOf" srcId="{A70F6FEF-9C3A-4C2C-A484-F2A6DCD6612F}" destId="{048C5291-9985-4CAC-9FED-37FA92A37C40}" srcOrd="3" destOrd="0" presId="urn:microsoft.com/office/officeart/2008/layout/AlternatingHexagons"/>
    <dgm:cxn modelId="{E27D11FC-B46A-423A-857B-68B5D56A3390}" type="presParOf" srcId="{A70F6FEF-9C3A-4C2C-A484-F2A6DCD6612F}" destId="{475A66F0-D23B-466E-B439-11105B348CF0}" srcOrd="4" destOrd="0" presId="urn:microsoft.com/office/officeart/2008/layout/AlternatingHexagons"/>
    <dgm:cxn modelId="{7970259A-C392-465D-9B4B-40CAE8172D41}" type="presParOf" srcId="{FA6AE69D-3558-4F62-AAFB-8D4EA431B341}" destId="{DA8599DE-A44F-4E52-A139-7F43E1C16438}" srcOrd="5" destOrd="0" presId="urn:microsoft.com/office/officeart/2008/layout/AlternatingHexagons"/>
    <dgm:cxn modelId="{6D88EF39-D133-4511-AC40-FBDF205A74B1}" type="presParOf" srcId="{FA6AE69D-3558-4F62-AAFB-8D4EA431B341}" destId="{3FAE295E-72D4-4C57-92F5-292CE92D8B2A}" srcOrd="6" destOrd="0" presId="urn:microsoft.com/office/officeart/2008/layout/AlternatingHexagons"/>
    <dgm:cxn modelId="{9E271AD3-52C9-4168-9AEE-7729EE83C86C}" type="presParOf" srcId="{3FAE295E-72D4-4C57-92F5-292CE92D8B2A}" destId="{2C9BF475-F00C-4EDA-AA92-7853179AA05E}" srcOrd="0" destOrd="0" presId="urn:microsoft.com/office/officeart/2008/layout/AlternatingHexagons"/>
    <dgm:cxn modelId="{CA5CFA90-35F6-4A95-A1D5-B18202066200}" type="presParOf" srcId="{3FAE295E-72D4-4C57-92F5-292CE92D8B2A}" destId="{2134CA18-39EC-46CD-A886-4233971FCC36}" srcOrd="1" destOrd="0" presId="urn:microsoft.com/office/officeart/2008/layout/AlternatingHexagons"/>
    <dgm:cxn modelId="{7C035CBE-3E24-4B38-960A-840F350C3315}" type="presParOf" srcId="{3FAE295E-72D4-4C57-92F5-292CE92D8B2A}" destId="{EC0923B3-4137-4C8F-9B3F-DF2B20E15A36}" srcOrd="2" destOrd="0" presId="urn:microsoft.com/office/officeart/2008/layout/AlternatingHexagons"/>
    <dgm:cxn modelId="{EB47F527-4550-4C90-9AFA-B736663B524E}" type="presParOf" srcId="{3FAE295E-72D4-4C57-92F5-292CE92D8B2A}" destId="{3BC85FF8-D76D-4CBE-BC75-8C86789AD8D9}" srcOrd="3" destOrd="0" presId="urn:microsoft.com/office/officeart/2008/layout/AlternatingHexagons"/>
    <dgm:cxn modelId="{A63B26F9-B03C-4507-BE06-C234BB63A47B}" type="presParOf" srcId="{3FAE295E-72D4-4C57-92F5-292CE92D8B2A}" destId="{99FA1996-A7FB-4C47-98B9-C5FEFDE6EECD}" srcOrd="4" destOrd="0" presId="urn:microsoft.com/office/officeart/2008/layout/AlternatingHexagons"/>
    <dgm:cxn modelId="{58C60246-D4BD-4771-A23F-65A9881168D4}" type="presParOf" srcId="{FA6AE69D-3558-4F62-AAFB-8D4EA431B341}" destId="{C79DB02F-0EC8-4CF0-ABE7-1C7A0D16050E}" srcOrd="7" destOrd="0" presId="urn:microsoft.com/office/officeart/2008/layout/AlternatingHexagons"/>
    <dgm:cxn modelId="{842FFCD9-C2E1-4776-A9B5-27388906F1BF}" type="presParOf" srcId="{FA6AE69D-3558-4F62-AAFB-8D4EA431B341}" destId="{DAC679F7-8F76-4E2F-BF70-48B22C987ADE}" srcOrd="8" destOrd="0" presId="urn:microsoft.com/office/officeart/2008/layout/AlternatingHexagons"/>
    <dgm:cxn modelId="{1FDE17D9-BB74-4453-97C2-B07632F4F079}" type="presParOf" srcId="{DAC679F7-8F76-4E2F-BF70-48B22C987ADE}" destId="{C61BA734-ED37-416F-9840-C76DECDFB508}" srcOrd="0" destOrd="0" presId="urn:microsoft.com/office/officeart/2008/layout/AlternatingHexagons"/>
    <dgm:cxn modelId="{3A19B7B1-3C4F-4591-890C-04900FC2AA43}" type="presParOf" srcId="{DAC679F7-8F76-4E2F-BF70-48B22C987ADE}" destId="{BE07A133-C0A2-459A-8F23-A6805B6107FA}" srcOrd="1" destOrd="0" presId="urn:microsoft.com/office/officeart/2008/layout/AlternatingHexagons"/>
    <dgm:cxn modelId="{5054B34B-D61D-47A1-B79E-852BA0FBC74C}" type="presParOf" srcId="{DAC679F7-8F76-4E2F-BF70-48B22C987ADE}" destId="{108AD463-CA94-4ADD-9D1F-E95AF2EEFB6D}" srcOrd="2" destOrd="0" presId="urn:microsoft.com/office/officeart/2008/layout/AlternatingHexagons"/>
    <dgm:cxn modelId="{5DD68771-762C-4777-949F-788E95558DF3}" type="presParOf" srcId="{DAC679F7-8F76-4E2F-BF70-48B22C987ADE}" destId="{00F5BAA2-F693-4EFB-B3AC-BC8C08F4CE94}" srcOrd="3" destOrd="0" presId="urn:microsoft.com/office/officeart/2008/layout/AlternatingHexagons"/>
    <dgm:cxn modelId="{7706B773-8D4A-4126-BE6C-DA0E464A51A3}" type="presParOf" srcId="{DAC679F7-8F76-4E2F-BF70-48B22C987ADE}" destId="{049043B4-6841-4E34-994B-3457546D8029}" srcOrd="4" destOrd="0" presId="urn:microsoft.com/office/officeart/2008/layout/AlternatingHexagons"/>
    <dgm:cxn modelId="{DAB25830-31AB-4F3F-AB74-7427332F8CB5}" type="presParOf" srcId="{FA6AE69D-3558-4F62-AAFB-8D4EA431B341}" destId="{0E51FBA3-0A75-42B9-ABFE-824AB7E3873F}" srcOrd="9" destOrd="0" presId="urn:microsoft.com/office/officeart/2008/layout/AlternatingHexagons"/>
    <dgm:cxn modelId="{E1EE0EF9-9F6C-41DA-AED2-16CF933E2F31}" type="presParOf" srcId="{FA6AE69D-3558-4F62-AAFB-8D4EA431B341}" destId="{FD841EC7-9292-423C-9A65-EAFDB6B3F123}" srcOrd="10" destOrd="0" presId="urn:microsoft.com/office/officeart/2008/layout/AlternatingHexagons"/>
    <dgm:cxn modelId="{345CB0C0-8683-4F2F-BCA1-775B413C4F54}" type="presParOf" srcId="{FD841EC7-9292-423C-9A65-EAFDB6B3F123}" destId="{5FA5CE2D-7E38-4711-AC43-FBCC1CBF61BA}" srcOrd="0" destOrd="0" presId="urn:microsoft.com/office/officeart/2008/layout/AlternatingHexagons"/>
    <dgm:cxn modelId="{51E47C5C-EE71-4EE3-867E-842795E96EF7}" type="presParOf" srcId="{FD841EC7-9292-423C-9A65-EAFDB6B3F123}" destId="{871E0B24-0C7E-4129-A08C-1F86FA6DDCA3}" srcOrd="1" destOrd="0" presId="urn:microsoft.com/office/officeart/2008/layout/AlternatingHexagons"/>
    <dgm:cxn modelId="{5FA102B4-952C-4A70-96D5-0E0535B2C109}" type="presParOf" srcId="{FD841EC7-9292-423C-9A65-EAFDB6B3F123}" destId="{9C1E4815-4DBD-465C-8DCD-CC4EFCEBC0FE}" srcOrd="2" destOrd="0" presId="urn:microsoft.com/office/officeart/2008/layout/AlternatingHexagons"/>
    <dgm:cxn modelId="{42EC4D87-5DF5-42BC-8BC4-DC76F1BA2FAF}" type="presParOf" srcId="{FD841EC7-9292-423C-9A65-EAFDB6B3F123}" destId="{EA12F063-13FF-47A0-B0A1-EB32EEEAF6FE}" srcOrd="3" destOrd="0" presId="urn:microsoft.com/office/officeart/2008/layout/AlternatingHexagons"/>
    <dgm:cxn modelId="{65768850-21F7-4094-9C01-862E960772A2}" type="presParOf" srcId="{FD841EC7-9292-423C-9A65-EAFDB6B3F123}" destId="{93C144AB-585C-405D-A82E-0924D7AC14F9}" srcOrd="4" destOrd="0" presId="urn:microsoft.com/office/officeart/2008/layout/AlternatingHexagons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3C75189-90C5-4893-9449-199E6EF91435}">
      <dsp:nvSpPr>
        <dsp:cNvPr id="0" name=""/>
        <dsp:cNvSpPr/>
      </dsp:nvSpPr>
      <dsp:spPr>
        <a:xfrm rot="5400000">
          <a:off x="1094166" y="1048098"/>
          <a:ext cx="1171621" cy="1019310"/>
        </a:xfrm>
        <a:prstGeom prst="hexagon">
          <a:avLst>
            <a:gd name="adj" fmla="val 25000"/>
            <a:gd name="vf" fmla="val 11547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ru-RU" sz="1200" b="0" i="0" kern="1200" dirty="0">
              <a:latin typeface="Arial" panose="020B0604020202020204" pitchFamily="34" charset="0"/>
              <a:cs typeface="Arial" panose="020B0604020202020204" pitchFamily="34" charset="0"/>
            </a:rPr>
            <a:t>Литера-</a:t>
          </a:r>
          <a:r>
            <a:rPr lang="ru-RU" sz="1200" b="0" i="0" kern="1200" dirty="0" err="1">
              <a:latin typeface="Arial" panose="020B0604020202020204" pitchFamily="34" charset="0"/>
              <a:cs typeface="Arial" panose="020B0604020202020204" pitchFamily="34" charset="0"/>
            </a:rPr>
            <a:t>турная</a:t>
          </a:r>
          <a:endParaRPr lang="ru-RU" sz="1200" b="0" i="0" kern="1200" dirty="0">
            <a:latin typeface="Arial" panose="020B0604020202020204" pitchFamily="34" charset="0"/>
            <a:cs typeface="Arial" panose="020B0604020202020204" pitchFamily="34" charset="0"/>
          </a:endParaRPr>
        </a:p>
      </dsp:txBody>
      <dsp:txXfrm rot="-5400000">
        <a:off x="1329163" y="1154521"/>
        <a:ext cx="701626" cy="806465"/>
      </dsp:txXfrm>
    </dsp:sp>
    <dsp:sp modelId="{E0215F56-2434-44FE-B54B-9CDD96C2AA12}">
      <dsp:nvSpPr>
        <dsp:cNvPr id="0" name=""/>
        <dsp:cNvSpPr/>
      </dsp:nvSpPr>
      <dsp:spPr>
        <a:xfrm>
          <a:off x="691451" y="130223"/>
          <a:ext cx="887747" cy="84423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endParaRPr lang="ru-RU" sz="1200" kern="1200"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691451" y="130223"/>
        <a:ext cx="887747" cy="844235"/>
      </dsp:txXfrm>
    </dsp:sp>
    <dsp:sp modelId="{DCF594D0-F68D-4904-A0C8-30779DD2827C}">
      <dsp:nvSpPr>
        <dsp:cNvPr id="0" name=""/>
        <dsp:cNvSpPr/>
      </dsp:nvSpPr>
      <dsp:spPr>
        <a:xfrm rot="5400000">
          <a:off x="1659914" y="80421"/>
          <a:ext cx="1171621" cy="1019310"/>
        </a:xfrm>
        <a:prstGeom prst="hexagon">
          <a:avLst>
            <a:gd name="adj" fmla="val 25000"/>
            <a:gd name="vf" fmla="val 11547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endParaRPr lang="ru-RU" sz="1200" kern="1200">
            <a:latin typeface="Arial" panose="020B0604020202020204" pitchFamily="34" charset="0"/>
            <a:cs typeface="Arial" panose="020B0604020202020204" pitchFamily="34" charset="0"/>
          </a:endParaRPr>
        </a:p>
      </dsp:txBody>
      <dsp:txXfrm rot="-5400000">
        <a:off x="1894911" y="186844"/>
        <a:ext cx="701626" cy="806465"/>
      </dsp:txXfrm>
    </dsp:sp>
    <dsp:sp modelId="{F9474112-B002-49FD-8D0C-302DE0EBF89C}">
      <dsp:nvSpPr>
        <dsp:cNvPr id="0" name=""/>
        <dsp:cNvSpPr/>
      </dsp:nvSpPr>
      <dsp:spPr>
        <a:xfrm rot="5400000">
          <a:off x="2229848" y="1074893"/>
          <a:ext cx="1109349" cy="1019310"/>
        </a:xfrm>
        <a:prstGeom prst="hexagon">
          <a:avLst>
            <a:gd name="adj" fmla="val 25000"/>
            <a:gd name="vf" fmla="val 11547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ru-RU" sz="1200" b="0" kern="1200" dirty="0">
              <a:ln w="3175">
                <a:solidFill>
                  <a:schemeClr val="tx1"/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Пред-</a:t>
          </a:r>
          <a:r>
            <a:rPr lang="ru-RU" sz="1200" b="0" kern="1200" dirty="0" err="1">
              <a:ln w="3175">
                <a:solidFill>
                  <a:schemeClr val="tx1"/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метные</a:t>
          </a:r>
          <a:r>
            <a:rPr lang="ru-RU" sz="1200" b="0" kern="1200" dirty="0">
              <a:ln w="3175">
                <a:solidFill>
                  <a:schemeClr val="tx1"/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</a:t>
          </a:r>
          <a:r>
            <a:rPr lang="ru-RU" sz="1200" b="0" kern="1200" dirty="0" err="1">
              <a:ln w="3175">
                <a:solidFill>
                  <a:schemeClr val="tx1"/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компо-ненты</a:t>
          </a:r>
          <a:r>
            <a:rPr lang="ru-RU" sz="1200" b="0" kern="1200" dirty="0">
              <a:ln w="3175">
                <a:solidFill>
                  <a:schemeClr val="tx1"/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ФГ</a:t>
          </a:r>
        </a:p>
      </dsp:txBody>
      <dsp:txXfrm rot="-5400000">
        <a:off x="2437858" y="1207262"/>
        <a:ext cx="693328" cy="754573"/>
      </dsp:txXfrm>
    </dsp:sp>
    <dsp:sp modelId="{F78645FA-E79E-4882-8D70-15C252EEAD74}">
      <dsp:nvSpPr>
        <dsp:cNvPr id="0" name=""/>
        <dsp:cNvSpPr/>
      </dsp:nvSpPr>
      <dsp:spPr>
        <a:xfrm>
          <a:off x="1671702" y="221010"/>
          <a:ext cx="1155227" cy="80513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ru-RU" sz="1200" b="0" kern="1200" dirty="0">
              <a:latin typeface="Arial" panose="020B0604020202020204" pitchFamily="34" charset="0"/>
              <a:cs typeface="Arial" panose="020B0604020202020204" pitchFamily="34" charset="0"/>
            </a:rPr>
            <a:t>Языковая</a:t>
          </a:r>
          <a:r>
            <a:rPr lang="ru-RU" sz="1200" kern="1200" dirty="0">
              <a:latin typeface="Arial" panose="020B0604020202020204" pitchFamily="34" charset="0"/>
              <a:cs typeface="Arial" panose="020B0604020202020204" pitchFamily="34" charset="0"/>
            </a:rPr>
            <a:t> </a:t>
          </a:r>
        </a:p>
      </dsp:txBody>
      <dsp:txXfrm>
        <a:off x="1671702" y="221010"/>
        <a:ext cx="1155227" cy="805135"/>
      </dsp:txXfrm>
    </dsp:sp>
    <dsp:sp modelId="{04C666FB-68B9-46A5-A181-BE798973BF4A}">
      <dsp:nvSpPr>
        <dsp:cNvPr id="0" name=""/>
        <dsp:cNvSpPr/>
      </dsp:nvSpPr>
      <dsp:spPr>
        <a:xfrm rot="5400000">
          <a:off x="3299568" y="1074893"/>
          <a:ext cx="1171621" cy="1019310"/>
        </a:xfrm>
        <a:prstGeom prst="hexagon">
          <a:avLst>
            <a:gd name="adj" fmla="val 25000"/>
            <a:gd name="vf" fmla="val 11547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endParaRPr lang="ru-RU" sz="1200" kern="1200">
            <a:latin typeface="Arial" panose="020B0604020202020204" pitchFamily="34" charset="0"/>
            <a:cs typeface="Arial" panose="020B0604020202020204" pitchFamily="34" charset="0"/>
          </a:endParaRPr>
        </a:p>
      </dsp:txBody>
      <dsp:txXfrm rot="-5400000">
        <a:off x="3534565" y="1181316"/>
        <a:ext cx="701626" cy="806465"/>
      </dsp:txXfrm>
    </dsp:sp>
    <dsp:sp modelId="{F461088D-4B1D-44D2-9CC4-7C4FA0767360}">
      <dsp:nvSpPr>
        <dsp:cNvPr id="0" name=""/>
        <dsp:cNvSpPr/>
      </dsp:nvSpPr>
      <dsp:spPr>
        <a:xfrm rot="5400000">
          <a:off x="2751249" y="2069365"/>
          <a:ext cx="1171621" cy="1019310"/>
        </a:xfrm>
        <a:prstGeom prst="hexagon">
          <a:avLst>
            <a:gd name="adj" fmla="val 25000"/>
            <a:gd name="vf" fmla="val 11547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ru-RU" sz="1200" kern="1200" dirty="0" err="1">
              <a:latin typeface="Arial" panose="020B0604020202020204" pitchFamily="34" charset="0"/>
              <a:cs typeface="Arial" panose="020B0604020202020204" pitchFamily="34" charset="0"/>
            </a:rPr>
            <a:t>Естест</a:t>
          </a:r>
          <a:r>
            <a:rPr lang="ru-RU" sz="1200" kern="1200" dirty="0">
              <a:latin typeface="Arial" panose="020B0604020202020204" pitchFamily="34" charset="0"/>
              <a:cs typeface="Arial" panose="020B0604020202020204" pitchFamily="34" charset="0"/>
            </a:rPr>
            <a:t>-венно-научная</a:t>
          </a:r>
        </a:p>
      </dsp:txBody>
      <dsp:txXfrm rot="-5400000">
        <a:off x="2986246" y="2175788"/>
        <a:ext cx="701626" cy="806465"/>
      </dsp:txXfrm>
    </dsp:sp>
    <dsp:sp modelId="{43A0586E-6AB9-4E11-AA46-7A343A903954}">
      <dsp:nvSpPr>
        <dsp:cNvPr id="0" name=""/>
        <dsp:cNvSpPr/>
      </dsp:nvSpPr>
      <dsp:spPr>
        <a:xfrm>
          <a:off x="3358498" y="1241727"/>
          <a:ext cx="996298" cy="70297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ru-RU" sz="1200" kern="1200" dirty="0" err="1">
              <a:latin typeface="Arial" panose="020B0604020202020204" pitchFamily="34" charset="0"/>
              <a:cs typeface="Arial" panose="020B0604020202020204" pitchFamily="34" charset="0"/>
            </a:rPr>
            <a:t>Математи-ческая</a:t>
          </a:r>
          <a:endParaRPr lang="ru-RU" sz="1200" kern="1200" dirty="0"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3358498" y="1241727"/>
        <a:ext cx="996298" cy="702972"/>
      </dsp:txXfrm>
    </dsp:sp>
    <dsp:sp modelId="{475A66F0-D23B-466E-B439-11105B348CF0}">
      <dsp:nvSpPr>
        <dsp:cNvPr id="0" name=""/>
        <dsp:cNvSpPr/>
      </dsp:nvSpPr>
      <dsp:spPr>
        <a:xfrm rot="5400000">
          <a:off x="1638274" y="2026203"/>
          <a:ext cx="1171621" cy="1019310"/>
        </a:xfrm>
        <a:prstGeom prst="hexagon">
          <a:avLst>
            <a:gd name="adj" fmla="val 25000"/>
            <a:gd name="vf" fmla="val 11547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ru-RU" sz="1200" kern="1200" dirty="0">
              <a:latin typeface="Arial" panose="020B0604020202020204" pitchFamily="34" charset="0"/>
              <a:cs typeface="Arial" panose="020B0604020202020204" pitchFamily="34" charset="0"/>
            </a:rPr>
            <a:t>Обще-культур-</a:t>
          </a:r>
          <a:r>
            <a:rPr lang="ru-RU" sz="1200" kern="1200" dirty="0" err="1">
              <a:latin typeface="Arial" panose="020B0604020202020204" pitchFamily="34" charset="0"/>
              <a:cs typeface="Arial" panose="020B0604020202020204" pitchFamily="34" charset="0"/>
            </a:rPr>
            <a:t>ная</a:t>
          </a:r>
          <a:endParaRPr lang="ru-RU" sz="1200" kern="1200" dirty="0">
            <a:latin typeface="Arial" panose="020B0604020202020204" pitchFamily="34" charset="0"/>
            <a:cs typeface="Arial" panose="020B0604020202020204" pitchFamily="34" charset="0"/>
          </a:endParaRPr>
        </a:p>
      </dsp:txBody>
      <dsp:txXfrm rot="-5400000">
        <a:off x="1873271" y="2132626"/>
        <a:ext cx="701626" cy="806465"/>
      </dsp:txXfrm>
    </dsp:sp>
    <dsp:sp modelId="{2C9BF475-F00C-4EDA-AA92-7853179AA05E}">
      <dsp:nvSpPr>
        <dsp:cNvPr id="0" name=""/>
        <dsp:cNvSpPr/>
      </dsp:nvSpPr>
      <dsp:spPr>
        <a:xfrm rot="5400000">
          <a:off x="500877" y="2000439"/>
          <a:ext cx="1171621" cy="1019310"/>
        </a:xfrm>
        <a:prstGeom prst="hexagon">
          <a:avLst>
            <a:gd name="adj" fmla="val 25000"/>
            <a:gd name="vf" fmla="val 11547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ru-RU" sz="1200" kern="1200" dirty="0">
              <a:latin typeface="Arial" panose="020B0604020202020204" pitchFamily="34" charset="0"/>
              <a:cs typeface="Arial" panose="020B0604020202020204" pitchFamily="34" charset="0"/>
            </a:rPr>
            <a:t>Русская (бело-русская)  литера-тура</a:t>
          </a:r>
        </a:p>
      </dsp:txBody>
      <dsp:txXfrm rot="-5400000">
        <a:off x="735874" y="2106862"/>
        <a:ext cx="701626" cy="806465"/>
      </dsp:txXfrm>
    </dsp:sp>
    <dsp:sp modelId="{2134CA18-39EC-46CD-A886-4233971FCC36}">
      <dsp:nvSpPr>
        <dsp:cNvPr id="0" name=""/>
        <dsp:cNvSpPr/>
      </dsp:nvSpPr>
      <dsp:spPr>
        <a:xfrm>
          <a:off x="967338" y="3222007"/>
          <a:ext cx="1265351" cy="70297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9FA1996-A7FB-4C47-98B9-C5FEFDE6EECD}">
      <dsp:nvSpPr>
        <dsp:cNvPr id="0" name=""/>
        <dsp:cNvSpPr/>
      </dsp:nvSpPr>
      <dsp:spPr>
        <a:xfrm rot="5400000">
          <a:off x="1038146" y="2992041"/>
          <a:ext cx="1171621" cy="1019310"/>
        </a:xfrm>
        <a:prstGeom prst="hexagon">
          <a:avLst>
            <a:gd name="adj" fmla="val 25000"/>
            <a:gd name="vf" fmla="val 11547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11175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ru-RU" sz="1150" kern="1200" dirty="0">
              <a:latin typeface="Arial" panose="020B0604020202020204" pitchFamily="34" charset="0"/>
              <a:cs typeface="Arial" panose="020B0604020202020204" pitchFamily="34" charset="0"/>
            </a:rPr>
            <a:t>Изобрази-тельное искусство</a:t>
          </a:r>
        </a:p>
      </dsp:txBody>
      <dsp:txXfrm rot="-5400000">
        <a:off x="1273143" y="3098464"/>
        <a:ext cx="701626" cy="806465"/>
      </dsp:txXfrm>
    </dsp:sp>
    <dsp:sp modelId="{C61BA734-ED37-416F-9840-C76DECDFB508}">
      <dsp:nvSpPr>
        <dsp:cNvPr id="0" name=""/>
        <dsp:cNvSpPr/>
      </dsp:nvSpPr>
      <dsp:spPr>
        <a:xfrm rot="5400000">
          <a:off x="2164687" y="3020769"/>
          <a:ext cx="1171621" cy="1019310"/>
        </a:xfrm>
        <a:prstGeom prst="hexagon">
          <a:avLst>
            <a:gd name="adj" fmla="val 25000"/>
            <a:gd name="vf" fmla="val 11547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4505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ru-RU" sz="1090" kern="1200" dirty="0">
              <a:latin typeface="Arial" panose="020B0604020202020204" pitchFamily="34" charset="0"/>
              <a:cs typeface="Arial" panose="020B0604020202020204" pitchFamily="34" charset="0"/>
            </a:rPr>
            <a:t>«Человек и мир»</a:t>
          </a:r>
        </a:p>
      </dsp:txBody>
      <dsp:txXfrm rot="-5400000">
        <a:off x="2399684" y="3127192"/>
        <a:ext cx="701626" cy="806465"/>
      </dsp:txXfrm>
    </dsp:sp>
    <dsp:sp modelId="{BE07A133-C0A2-459A-8F23-A6805B6107FA}">
      <dsp:nvSpPr>
        <dsp:cNvPr id="0" name=""/>
        <dsp:cNvSpPr/>
      </dsp:nvSpPr>
      <dsp:spPr>
        <a:xfrm>
          <a:off x="3877646" y="4216479"/>
          <a:ext cx="1307529" cy="70297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9043B4-6841-4E34-994B-3457546D8029}">
      <dsp:nvSpPr>
        <dsp:cNvPr id="0" name=""/>
        <dsp:cNvSpPr/>
      </dsp:nvSpPr>
      <dsp:spPr>
        <a:xfrm rot="5400000">
          <a:off x="-76155" y="2972041"/>
          <a:ext cx="1171621" cy="1019310"/>
        </a:xfrm>
        <a:prstGeom prst="hexagon">
          <a:avLst>
            <a:gd name="adj" fmla="val 25000"/>
            <a:gd name="vf" fmla="val 11547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ru-RU" sz="1200" kern="1200" dirty="0">
              <a:latin typeface="Arial" panose="020B0604020202020204" pitchFamily="34" charset="0"/>
              <a:cs typeface="Arial" panose="020B0604020202020204" pitchFamily="34" charset="0"/>
            </a:rPr>
            <a:t>Музыка</a:t>
          </a:r>
        </a:p>
      </dsp:txBody>
      <dsp:txXfrm rot="-5400000">
        <a:off x="158842" y="3078464"/>
        <a:ext cx="701626" cy="806465"/>
      </dsp:txXfrm>
    </dsp:sp>
    <dsp:sp modelId="{5FA5CE2D-7E38-4711-AC43-FBCC1CBF61BA}">
      <dsp:nvSpPr>
        <dsp:cNvPr id="0" name=""/>
        <dsp:cNvSpPr/>
      </dsp:nvSpPr>
      <dsp:spPr>
        <a:xfrm rot="5400000">
          <a:off x="557500" y="76156"/>
          <a:ext cx="1171621" cy="1019310"/>
        </a:xfrm>
        <a:prstGeom prst="hexagon">
          <a:avLst>
            <a:gd name="adj" fmla="val 25000"/>
            <a:gd name="vf" fmla="val 11547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ru-RU" sz="1200" kern="1200" dirty="0">
              <a:latin typeface="Arial" panose="020B0604020202020204" pitchFamily="34" charset="0"/>
              <a:cs typeface="Arial" panose="020B0604020202020204" pitchFamily="34" charset="0"/>
            </a:rPr>
            <a:t>Русский (бело-русский) язык</a:t>
          </a:r>
        </a:p>
      </dsp:txBody>
      <dsp:txXfrm rot="-5400000">
        <a:off x="792497" y="182579"/>
        <a:ext cx="701626" cy="806465"/>
      </dsp:txXfrm>
    </dsp:sp>
    <dsp:sp modelId="{871E0B24-0C7E-4129-A08C-1F86FA6DDCA3}">
      <dsp:nvSpPr>
        <dsp:cNvPr id="0" name=""/>
        <dsp:cNvSpPr/>
      </dsp:nvSpPr>
      <dsp:spPr>
        <a:xfrm>
          <a:off x="967338" y="5210951"/>
          <a:ext cx="1265351" cy="70297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C144AB-585C-405D-A82E-0924D7AC14F9}">
      <dsp:nvSpPr>
        <dsp:cNvPr id="0" name=""/>
        <dsp:cNvSpPr/>
      </dsp:nvSpPr>
      <dsp:spPr>
        <a:xfrm rot="5400000">
          <a:off x="3863706" y="2091040"/>
          <a:ext cx="1171621" cy="1019310"/>
        </a:xfrm>
        <a:prstGeom prst="hexagon">
          <a:avLst>
            <a:gd name="adj" fmla="val 25000"/>
            <a:gd name="vf" fmla="val 11547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ru-RU" sz="1200" kern="1200" dirty="0" err="1">
              <a:latin typeface="Arial" panose="020B0604020202020204" pitchFamily="34" charset="0"/>
              <a:cs typeface="Arial" panose="020B0604020202020204" pitchFamily="34" charset="0"/>
            </a:rPr>
            <a:t>Матема</a:t>
          </a:r>
          <a:r>
            <a:rPr lang="ru-RU" sz="1200" kern="1200" dirty="0">
              <a:latin typeface="Arial" panose="020B0604020202020204" pitchFamily="34" charset="0"/>
              <a:cs typeface="Arial" panose="020B0604020202020204" pitchFamily="34" charset="0"/>
            </a:rPr>
            <a:t>-тика</a:t>
          </a:r>
        </a:p>
      </dsp:txBody>
      <dsp:txXfrm rot="-5400000">
        <a:off x="4098703" y="2197463"/>
        <a:ext cx="701626" cy="80646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AlternatingHexagons">
  <dgm:title val=""/>
  <dgm:desc val=""/>
  <dgm:catLst>
    <dgm:cat type="list" pri="1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1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chMax/>
      <dgm:chPref/>
      <dgm:dir/>
      <dgm:animLvl val="lvl"/>
    </dgm:varLst>
    <dgm:alg type="lin">
      <dgm:param type="linDir" val="fromT"/>
    </dgm:alg>
    <dgm:shape xmlns:r="http://schemas.openxmlformats.org/officeDocument/2006/relationships" r:blip="">
      <dgm:adjLst/>
    </dgm:shape>
    <dgm:constrLst>
      <dgm:constr type="primFontSz" for="des" forName="Parent1" val="65"/>
      <dgm:constr type="primFontSz" for="des" forName="Childtext1" refType="primFontSz" refFor="des" refForName="Parent1" op="lte"/>
      <dgm:constr type="w" for="ch" forName="composite" refType="w"/>
      <dgm:constr type="h" for="ch" forName="composite" refType="h"/>
      <dgm:constr type="h" for="ch" forName="spaceBetweenRectangles" refType="w" refFor="ch" refForName="composite" fact="-0.042"/>
      <dgm:constr type="sp" refType="h" refFor="ch" refForName="composite" op="equ" fact="0.1"/>
    </dgm:constrLst>
    <dgm:forEach name="nodesForEach" axis="ch" ptType="node">
      <dgm:layoutNode name="composite">
        <dgm:alg type="composite">
          <dgm:param type="ar" val="3.6"/>
        </dgm:alg>
        <dgm:shape xmlns:r="http://schemas.openxmlformats.org/officeDocument/2006/relationships" r:blip="">
          <dgm:adjLst/>
        </dgm:shape>
        <dgm:choose name="Name1">
          <dgm:if name="Name2" func="var" arg="dir" op="equ" val="norm">
            <dgm:choose name="Name3">
              <dgm:if name="Name4" axis="self" ptType="node" func="posOdd" op="equ" val="1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/>
                  <dgm:constr type="h" for="ch" forName="BalanceSpacing" refType="h" fact="0.1"/>
                  <dgm:constr type="l" for="ch" forName="BalanceSpacing1" refType="w" fact="0.69"/>
                  <dgm:constr type="t" for="ch" forName="BalanceSpacing1" refType="h" fact="0.2"/>
                  <dgm:constr type="w" for="ch" forName="BalanceSpacing1" refType="w" fact="0.31"/>
                  <dgm:constr type="h" for="ch" forName="BalanceSpacing1" refType="h" fact="0.6"/>
                </dgm:constrLst>
              </dgm:if>
              <dgm:else name="Name5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  <dgm:constr type="l" for="ch" forName="BalanceSpacing1" refType="w" fact="0"/>
                  <dgm:constr type="t" for="ch" forName="BalanceSpacing1" refType="h" fact="0.2"/>
                  <dgm:constr type="w" for="ch" forName="BalanceSpacing1" refType="w" fact="0.3"/>
                  <dgm:constr type="h" for="ch" forName="BalanceSpacing1" refType="h" fact="0.6"/>
                </dgm:constrLst>
              </dgm:else>
            </dgm:choose>
          </dgm:if>
          <dgm:else name="Name6">
            <dgm:choose name="Name7">
              <dgm:if name="Name8" axis="self" ptType="node" func="posOdd" op="equ" val="1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if>
              <dgm:else name="Name9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else>
            </dgm:choose>
          </dgm:else>
        </dgm:choose>
        <dgm:layoutNode name="Parent1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rot="90" type="hexagon" r:blip="">
            <dgm:adjLst>
              <dgm:adj idx="1" val="0.25"/>
              <dgm:adj idx="2" val="1.154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hildtext1" styleLbl="revTx">
          <dgm:varLst>
            <dgm:chMax val="0"/>
            <dgm:chPref val="0"/>
            <dgm:bulletEnabled val="1"/>
          </dgm:varLst>
          <dgm:choose name="Name10">
            <dgm:if name="Name11" func="var" arg="dir" op="equ" val="norm">
              <dgm:choose name="Name12">
                <dgm:if name="Name13" axis="self" ptType="node" func="posOdd" op="equ" val="1">
                  <dgm:alg type="tx">
                    <dgm:param type="parTxLTRAlign" val="l"/>
                  </dgm:alg>
                </dgm:if>
                <dgm:else name="Name14">
                  <dgm:alg type="tx">
                    <dgm:param type="parTxLTRAlign" val="r"/>
                  </dgm:alg>
                </dgm:else>
              </dgm:choose>
            </dgm:if>
            <dgm:else name="Name15">
              <dgm:choose name="Name16">
                <dgm:if name="Name17" axis="self" ptType="node" func="posOdd" op="equ" val="1">
                  <dgm:alg type="tx">
                    <dgm:param type="parTxLTRAlign" val="r"/>
                  </dgm:alg>
                </dgm:if>
                <dgm:else name="Name18">
                  <dgm:alg type="tx">
                    <dgm:param type="parTxLTRAlign" val="l"/>
                  </dgm:alg>
                </dgm:else>
              </dgm:choose>
            </dgm:else>
          </dgm:choose>
          <dgm:shape xmlns:r="http://schemas.openxmlformats.org/officeDocument/2006/relationships" type="rect" r:blip="">
            <dgm:adjLst/>
          </dgm:shape>
          <dgm:presOf axis="des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BalanceSpacing">
          <dgm:alg type="sp"/>
          <dgm:shape xmlns:r="http://schemas.openxmlformats.org/officeDocument/2006/relationships" r:blip="">
            <dgm:adjLst/>
          </dgm:shape>
        </dgm:layoutNode>
        <dgm:layoutNode name="BalanceSpacing1">
          <dgm:alg type="sp"/>
          <dgm:shape xmlns:r="http://schemas.openxmlformats.org/officeDocument/2006/relationships" r:blip="">
            <dgm:adjLst/>
          </dgm:shape>
        </dgm:layoutNode>
        <dgm:forEach name="Name19" axis="followSib" ptType="sibTrans" hideLastTrans="0" cnt="1">
          <dgm:layoutNode name="Accent1Text" styleLbl="node1">
            <dgm:alg type="tx"/>
            <dgm:shape xmlns:r="http://schemas.openxmlformats.org/officeDocument/2006/relationships" rot="90" type="hexagon" r:blip="">
              <dgm:adjLst>
                <dgm:adj idx="1" val="0.25"/>
                <dgm:adj idx="2" val="1.1547"/>
              </dgm:adjLst>
            </dgm:shape>
            <dgm:presOf axis="self" ptType="sibTrans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forEach>
      </dgm:layoutNode>
      <dgm:forEach name="Name2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+Шаблон для ДИСКА.dotx</Template>
  <TotalTime>3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mk14</dc:creator>
  <cp:keywords/>
  <dc:description/>
  <cp:lastModifiedBy>mk14</cp:lastModifiedBy>
  <cp:revision>1</cp:revision>
  <dcterms:created xsi:type="dcterms:W3CDTF">2025-03-25T08:07:00Z</dcterms:created>
  <dcterms:modified xsi:type="dcterms:W3CDTF">2025-03-25T08:10:00Z</dcterms:modified>
</cp:coreProperties>
</file>